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E2BED" w14:textId="77777777" w:rsidR="000719BB" w:rsidRDefault="000719BB" w:rsidP="006C2343">
      <w:pPr>
        <w:pStyle w:val="Titul2"/>
      </w:pPr>
    </w:p>
    <w:p w14:paraId="4F580B53" w14:textId="77777777" w:rsidR="00826B7B" w:rsidRDefault="00826B7B" w:rsidP="006C2343">
      <w:pPr>
        <w:pStyle w:val="Titul2"/>
      </w:pPr>
    </w:p>
    <w:p w14:paraId="7FB73C06" w14:textId="77777777" w:rsidR="000008ED" w:rsidRPr="000719BB" w:rsidRDefault="000008ED" w:rsidP="006C2343">
      <w:pPr>
        <w:pStyle w:val="Titul2"/>
      </w:pPr>
      <w:r>
        <w:t>Díl 4</w:t>
      </w:r>
    </w:p>
    <w:p w14:paraId="3386C052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38CD34B" w14:textId="77777777" w:rsidR="00AD0C7B" w:rsidRDefault="00AD0C7B" w:rsidP="00AD0C7B">
      <w:pPr>
        <w:pStyle w:val="Titul2"/>
      </w:pPr>
    </w:p>
    <w:p w14:paraId="5C92C55A" w14:textId="77777777" w:rsidR="000008ED" w:rsidRDefault="000008ED" w:rsidP="00AD0C7B">
      <w:pPr>
        <w:pStyle w:val="Titul2"/>
      </w:pPr>
      <w:r>
        <w:t>Část 1</w:t>
      </w:r>
    </w:p>
    <w:p w14:paraId="05A9F720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47A298A" w14:textId="77777777" w:rsidR="00AD0C7B" w:rsidRDefault="00AD0C7B" w:rsidP="00EB46E5">
      <w:pPr>
        <w:pStyle w:val="Titul2"/>
      </w:pPr>
    </w:p>
    <w:p w14:paraId="1F4DF374" w14:textId="1D375706" w:rsidR="00826B7B" w:rsidRPr="006C2343" w:rsidRDefault="00AC42A7" w:rsidP="006C2343">
      <w:pPr>
        <w:pStyle w:val="Titul2"/>
        <w:rPr>
          <w:highlight w:val="green"/>
        </w:rPr>
      </w:pPr>
      <w:r w:rsidRPr="00AC42A7">
        <w:rPr>
          <w:rStyle w:val="Nzevakce"/>
        </w:rPr>
        <w:t>Prostá rekonstrukce zabezpečovacího zařízení v ŽST Nové Město na Moravě</w:t>
      </w:r>
    </w:p>
    <w:p w14:paraId="0C81714D" w14:textId="77777777" w:rsidR="00826B7B" w:rsidRPr="006C2343" w:rsidRDefault="00826B7B" w:rsidP="006C2343">
      <w:pPr>
        <w:pStyle w:val="Titul2"/>
      </w:pPr>
    </w:p>
    <w:p w14:paraId="5CE44760" w14:textId="77777777" w:rsidR="000008ED" w:rsidRDefault="000008ED" w:rsidP="006C2343">
      <w:pPr>
        <w:pStyle w:val="Tituldatum"/>
      </w:pPr>
    </w:p>
    <w:p w14:paraId="5F2ADCCB" w14:textId="18BC125B" w:rsidR="00581FFC" w:rsidRDefault="006C2343" w:rsidP="00581FFC">
      <w:pPr>
        <w:pStyle w:val="Nadpisbezsl1-1"/>
        <w:keepNext w:val="0"/>
        <w:rPr>
          <w:sz w:val="24"/>
          <w:szCs w:val="24"/>
        </w:rPr>
      </w:pPr>
      <w:r w:rsidRPr="006C2343">
        <w:t xml:space="preserve">Datum vydání: </w:t>
      </w:r>
      <w:r w:rsidRPr="006C2343">
        <w:tab/>
      </w:r>
      <w:r w:rsidR="00AC42A7" w:rsidRPr="0033434B">
        <w:rPr>
          <w:sz w:val="24"/>
          <w:szCs w:val="24"/>
        </w:rPr>
        <w:t>3. 5</w:t>
      </w:r>
      <w:r w:rsidRPr="0033434B">
        <w:rPr>
          <w:sz w:val="24"/>
          <w:szCs w:val="24"/>
        </w:rPr>
        <w:t>. 20</w:t>
      </w:r>
      <w:r w:rsidR="00581FFC">
        <w:rPr>
          <w:sz w:val="24"/>
          <w:szCs w:val="24"/>
        </w:rPr>
        <w:t>24</w:t>
      </w:r>
    </w:p>
    <w:p w14:paraId="02D733B9" w14:textId="77777777" w:rsidR="00581FFC" w:rsidRDefault="00581FFC" w:rsidP="00581FFC">
      <w:pPr>
        <w:pStyle w:val="Nadpisbezsl1-1"/>
        <w:keepNext w:val="0"/>
        <w:rPr>
          <w:sz w:val="24"/>
          <w:szCs w:val="24"/>
        </w:rPr>
      </w:pPr>
    </w:p>
    <w:p w14:paraId="2312676B" w14:textId="0F0D6E22" w:rsidR="00581FFC" w:rsidRDefault="00581FFC" w:rsidP="00581FFC">
      <w:pPr>
        <w:pStyle w:val="Nadpisbezsl1-1"/>
        <w:keepNext w:val="0"/>
        <w:rPr>
          <w:sz w:val="24"/>
          <w:szCs w:val="24"/>
        </w:rPr>
      </w:pPr>
    </w:p>
    <w:p w14:paraId="1146CEDE" w14:textId="3953E1F2" w:rsidR="00581FFC" w:rsidRDefault="00581FFC" w:rsidP="00581FFC">
      <w:pPr>
        <w:pStyle w:val="Nadpisbezsl1-2"/>
      </w:pPr>
    </w:p>
    <w:p w14:paraId="620FDCED" w14:textId="164F50E8" w:rsidR="00581FFC" w:rsidRDefault="00581FFC" w:rsidP="00581FFC">
      <w:pPr>
        <w:pStyle w:val="Text2-1"/>
        <w:numPr>
          <w:ilvl w:val="0"/>
          <w:numId w:val="0"/>
        </w:numPr>
        <w:ind w:left="737"/>
      </w:pPr>
    </w:p>
    <w:p w14:paraId="7BDF8DBF" w14:textId="4241F57F" w:rsidR="00581FFC" w:rsidRDefault="00581FFC" w:rsidP="00581FFC">
      <w:pPr>
        <w:pStyle w:val="Text2-1"/>
        <w:numPr>
          <w:ilvl w:val="0"/>
          <w:numId w:val="0"/>
        </w:numPr>
        <w:ind w:left="737"/>
      </w:pPr>
    </w:p>
    <w:p w14:paraId="7773ECD3" w14:textId="20FF7494" w:rsidR="00581FFC" w:rsidRDefault="00581FFC" w:rsidP="00581FFC">
      <w:pPr>
        <w:pStyle w:val="Text2-1"/>
        <w:numPr>
          <w:ilvl w:val="0"/>
          <w:numId w:val="0"/>
        </w:numPr>
        <w:ind w:left="737"/>
      </w:pPr>
    </w:p>
    <w:p w14:paraId="032819C7" w14:textId="6D1D0BDC" w:rsidR="00581FFC" w:rsidRDefault="00581FFC" w:rsidP="00581FFC">
      <w:pPr>
        <w:pStyle w:val="Text2-1"/>
        <w:numPr>
          <w:ilvl w:val="0"/>
          <w:numId w:val="0"/>
        </w:numPr>
        <w:ind w:left="737"/>
      </w:pPr>
    </w:p>
    <w:p w14:paraId="0E5CDF9A" w14:textId="77777777" w:rsidR="00581FFC" w:rsidRPr="00581FFC" w:rsidRDefault="00581FFC" w:rsidP="00581FFC">
      <w:pPr>
        <w:pStyle w:val="Text2-1"/>
        <w:numPr>
          <w:ilvl w:val="0"/>
          <w:numId w:val="0"/>
        </w:numPr>
        <w:ind w:left="737"/>
      </w:pPr>
    </w:p>
    <w:p w14:paraId="110674EE" w14:textId="44CA61B0" w:rsidR="00BD7E91" w:rsidRDefault="00BD7E91" w:rsidP="00581FFC">
      <w:pPr>
        <w:pStyle w:val="Nadpisbezsl1-1"/>
        <w:keepNext w:val="0"/>
      </w:pPr>
      <w:r w:rsidRPr="000008ED">
        <w:t>Obsah</w:t>
      </w:r>
      <w:r w:rsidR="00887F36">
        <w:t xml:space="preserve"> </w:t>
      </w:r>
    </w:p>
    <w:p w14:paraId="7EBADA67" w14:textId="5868411E" w:rsidR="002B706E" w:rsidRDefault="00BD7E91" w:rsidP="00581FFC">
      <w:pPr>
        <w:pStyle w:val="Obsah1"/>
        <w:keepNext w:val="0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8884449" w:history="1">
        <w:r w:rsidR="002B706E" w:rsidRPr="004F0F2C">
          <w:rPr>
            <w:rStyle w:val="Hypertextovodkaz"/>
          </w:rPr>
          <w:t>SEZNAM ZKRATEK</w:t>
        </w:r>
        <w:r w:rsidR="002B706E">
          <w:rPr>
            <w:noProof/>
            <w:webHidden/>
          </w:rPr>
          <w:tab/>
        </w:r>
        <w:r w:rsidR="002B706E">
          <w:rPr>
            <w:noProof/>
            <w:webHidden/>
          </w:rPr>
          <w:fldChar w:fldCharType="begin"/>
        </w:r>
        <w:r w:rsidR="002B706E">
          <w:rPr>
            <w:noProof/>
            <w:webHidden/>
          </w:rPr>
          <w:instrText xml:space="preserve"> PAGEREF _Toc158884449 \h </w:instrText>
        </w:r>
        <w:r w:rsidR="002B706E">
          <w:rPr>
            <w:noProof/>
            <w:webHidden/>
          </w:rPr>
        </w:r>
        <w:r w:rsidR="002B706E">
          <w:rPr>
            <w:noProof/>
            <w:webHidden/>
          </w:rPr>
          <w:fldChar w:fldCharType="separate"/>
        </w:r>
        <w:r w:rsidR="000920FB">
          <w:rPr>
            <w:noProof/>
            <w:webHidden/>
          </w:rPr>
          <w:t>3</w:t>
        </w:r>
        <w:r w:rsidR="002B706E">
          <w:rPr>
            <w:noProof/>
            <w:webHidden/>
          </w:rPr>
          <w:fldChar w:fldCharType="end"/>
        </w:r>
      </w:hyperlink>
    </w:p>
    <w:p w14:paraId="615998DA" w14:textId="06FDC690" w:rsidR="002B706E" w:rsidRDefault="0044487E" w:rsidP="00581FFC">
      <w:pPr>
        <w:pStyle w:val="Obsah1"/>
        <w:keepNext w:val="0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8884450" w:history="1">
        <w:r w:rsidR="002B706E" w:rsidRPr="004F0F2C">
          <w:rPr>
            <w:rStyle w:val="Hypertextovodkaz"/>
          </w:rPr>
          <w:t>1.</w:t>
        </w:r>
        <w:r w:rsidR="002B70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706E" w:rsidRPr="004F0F2C">
          <w:rPr>
            <w:rStyle w:val="Hypertextovodkaz"/>
          </w:rPr>
          <w:t>POJMY A DEFINICE</w:t>
        </w:r>
        <w:r w:rsidR="002B706E">
          <w:rPr>
            <w:noProof/>
            <w:webHidden/>
          </w:rPr>
          <w:tab/>
        </w:r>
        <w:r w:rsidR="002B706E">
          <w:rPr>
            <w:noProof/>
            <w:webHidden/>
          </w:rPr>
          <w:fldChar w:fldCharType="begin"/>
        </w:r>
        <w:r w:rsidR="002B706E">
          <w:rPr>
            <w:noProof/>
            <w:webHidden/>
          </w:rPr>
          <w:instrText xml:space="preserve"> PAGEREF _Toc158884450 \h </w:instrText>
        </w:r>
        <w:r w:rsidR="002B706E">
          <w:rPr>
            <w:noProof/>
            <w:webHidden/>
          </w:rPr>
        </w:r>
        <w:r w:rsidR="002B706E">
          <w:rPr>
            <w:noProof/>
            <w:webHidden/>
          </w:rPr>
          <w:fldChar w:fldCharType="separate"/>
        </w:r>
        <w:r w:rsidR="000920FB">
          <w:rPr>
            <w:noProof/>
            <w:webHidden/>
          </w:rPr>
          <w:t>4</w:t>
        </w:r>
        <w:r w:rsidR="002B706E">
          <w:rPr>
            <w:noProof/>
            <w:webHidden/>
          </w:rPr>
          <w:fldChar w:fldCharType="end"/>
        </w:r>
      </w:hyperlink>
    </w:p>
    <w:p w14:paraId="4549D1B7" w14:textId="1D2A73FE" w:rsidR="002B706E" w:rsidRDefault="0044487E" w:rsidP="00581FF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8884451" w:history="1">
        <w:r w:rsidR="002B706E" w:rsidRPr="004F0F2C">
          <w:rPr>
            <w:rStyle w:val="Hypertextovodkaz"/>
            <w:rFonts w:asciiTheme="majorHAnsi" w:hAnsiTheme="majorHAnsi"/>
          </w:rPr>
          <w:t>1.2</w:t>
        </w:r>
        <w:r w:rsidR="002B70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706E" w:rsidRPr="004F0F2C">
          <w:rPr>
            <w:rStyle w:val="Hypertextovodkaz"/>
          </w:rPr>
          <w:t>Soupis prací</w:t>
        </w:r>
        <w:r w:rsidR="002B706E">
          <w:rPr>
            <w:noProof/>
            <w:webHidden/>
          </w:rPr>
          <w:tab/>
        </w:r>
        <w:r w:rsidR="002B706E">
          <w:rPr>
            <w:noProof/>
            <w:webHidden/>
          </w:rPr>
          <w:fldChar w:fldCharType="begin"/>
        </w:r>
        <w:r w:rsidR="002B706E">
          <w:rPr>
            <w:noProof/>
            <w:webHidden/>
          </w:rPr>
          <w:instrText xml:space="preserve"> PAGEREF _Toc158884451 \h </w:instrText>
        </w:r>
        <w:r w:rsidR="002B706E">
          <w:rPr>
            <w:noProof/>
            <w:webHidden/>
          </w:rPr>
        </w:r>
        <w:r w:rsidR="002B706E">
          <w:rPr>
            <w:noProof/>
            <w:webHidden/>
          </w:rPr>
          <w:fldChar w:fldCharType="separate"/>
        </w:r>
        <w:r w:rsidR="000920FB">
          <w:rPr>
            <w:noProof/>
            <w:webHidden/>
          </w:rPr>
          <w:t>4</w:t>
        </w:r>
        <w:r w:rsidR="002B706E">
          <w:rPr>
            <w:noProof/>
            <w:webHidden/>
          </w:rPr>
          <w:fldChar w:fldCharType="end"/>
        </w:r>
      </w:hyperlink>
    </w:p>
    <w:p w14:paraId="3BFF303F" w14:textId="10E16CC0" w:rsidR="002B706E" w:rsidRDefault="0044487E" w:rsidP="00581FF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8884452" w:history="1">
        <w:r w:rsidR="002B706E" w:rsidRPr="004F0F2C">
          <w:rPr>
            <w:rStyle w:val="Hypertextovodkaz"/>
            <w:rFonts w:asciiTheme="majorHAnsi" w:hAnsiTheme="majorHAnsi"/>
          </w:rPr>
          <w:t>1.3</w:t>
        </w:r>
        <w:r w:rsidR="002B70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706E" w:rsidRPr="004F0F2C">
          <w:rPr>
            <w:rStyle w:val="Hypertextovodkaz"/>
          </w:rPr>
          <w:t>Cenová soustava</w:t>
        </w:r>
        <w:r w:rsidR="002B706E">
          <w:rPr>
            <w:noProof/>
            <w:webHidden/>
          </w:rPr>
          <w:tab/>
        </w:r>
        <w:r w:rsidR="002B706E">
          <w:rPr>
            <w:noProof/>
            <w:webHidden/>
          </w:rPr>
          <w:fldChar w:fldCharType="begin"/>
        </w:r>
        <w:r w:rsidR="002B706E">
          <w:rPr>
            <w:noProof/>
            <w:webHidden/>
          </w:rPr>
          <w:instrText xml:space="preserve"> PAGEREF _Toc158884452 \h </w:instrText>
        </w:r>
        <w:r w:rsidR="002B706E">
          <w:rPr>
            <w:noProof/>
            <w:webHidden/>
          </w:rPr>
        </w:r>
        <w:r w:rsidR="002B706E">
          <w:rPr>
            <w:noProof/>
            <w:webHidden/>
          </w:rPr>
          <w:fldChar w:fldCharType="separate"/>
        </w:r>
        <w:r w:rsidR="000920FB">
          <w:rPr>
            <w:noProof/>
            <w:webHidden/>
          </w:rPr>
          <w:t>4</w:t>
        </w:r>
        <w:r w:rsidR="002B706E">
          <w:rPr>
            <w:noProof/>
            <w:webHidden/>
          </w:rPr>
          <w:fldChar w:fldCharType="end"/>
        </w:r>
      </w:hyperlink>
    </w:p>
    <w:p w14:paraId="47EAC7C3" w14:textId="657CB0B9" w:rsidR="002B706E" w:rsidRDefault="0044487E" w:rsidP="00581FF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8884453" w:history="1">
        <w:r w:rsidR="002B706E" w:rsidRPr="004F0F2C">
          <w:rPr>
            <w:rStyle w:val="Hypertextovodkaz"/>
            <w:rFonts w:asciiTheme="majorHAnsi" w:hAnsiTheme="majorHAnsi"/>
          </w:rPr>
          <w:t>1.4</w:t>
        </w:r>
        <w:r w:rsidR="002B70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706E" w:rsidRPr="004F0F2C">
          <w:rPr>
            <w:rStyle w:val="Hypertextovodkaz"/>
          </w:rPr>
          <w:t>Měrné jednotky</w:t>
        </w:r>
        <w:r w:rsidR="002B706E">
          <w:rPr>
            <w:noProof/>
            <w:webHidden/>
          </w:rPr>
          <w:tab/>
        </w:r>
        <w:r w:rsidR="002B706E">
          <w:rPr>
            <w:noProof/>
            <w:webHidden/>
          </w:rPr>
          <w:fldChar w:fldCharType="begin"/>
        </w:r>
        <w:r w:rsidR="002B706E">
          <w:rPr>
            <w:noProof/>
            <w:webHidden/>
          </w:rPr>
          <w:instrText xml:space="preserve"> PAGEREF _Toc158884453 \h </w:instrText>
        </w:r>
        <w:r w:rsidR="002B706E">
          <w:rPr>
            <w:noProof/>
            <w:webHidden/>
          </w:rPr>
        </w:r>
        <w:r w:rsidR="002B706E">
          <w:rPr>
            <w:noProof/>
            <w:webHidden/>
          </w:rPr>
          <w:fldChar w:fldCharType="separate"/>
        </w:r>
        <w:r w:rsidR="000920FB">
          <w:rPr>
            <w:noProof/>
            <w:webHidden/>
          </w:rPr>
          <w:t>4</w:t>
        </w:r>
        <w:r w:rsidR="002B706E">
          <w:rPr>
            <w:noProof/>
            <w:webHidden/>
          </w:rPr>
          <w:fldChar w:fldCharType="end"/>
        </w:r>
      </w:hyperlink>
    </w:p>
    <w:p w14:paraId="14FE6CBE" w14:textId="0B8F83D8" w:rsidR="002B706E" w:rsidRDefault="0044487E" w:rsidP="00581FFC">
      <w:pPr>
        <w:pStyle w:val="Obsah1"/>
        <w:keepNext w:val="0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8884454" w:history="1">
        <w:r w:rsidR="002B706E" w:rsidRPr="004F0F2C">
          <w:rPr>
            <w:rStyle w:val="Hypertextovodkaz"/>
          </w:rPr>
          <w:t>2.</w:t>
        </w:r>
        <w:r w:rsidR="002B70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706E" w:rsidRPr="004F0F2C">
          <w:rPr>
            <w:rStyle w:val="Hypertextovodkaz"/>
          </w:rPr>
          <w:t>ZÁKLADNÍ PRAVIDLA PRO OCEŇOVÁNÍ SOUPISU PRACÍ</w:t>
        </w:r>
        <w:r w:rsidR="002B706E">
          <w:rPr>
            <w:noProof/>
            <w:webHidden/>
          </w:rPr>
          <w:tab/>
        </w:r>
        <w:r w:rsidR="002B706E">
          <w:rPr>
            <w:noProof/>
            <w:webHidden/>
          </w:rPr>
          <w:fldChar w:fldCharType="begin"/>
        </w:r>
        <w:r w:rsidR="002B706E">
          <w:rPr>
            <w:noProof/>
            <w:webHidden/>
          </w:rPr>
          <w:instrText xml:space="preserve"> PAGEREF _Toc158884454 \h </w:instrText>
        </w:r>
        <w:r w:rsidR="002B706E">
          <w:rPr>
            <w:noProof/>
            <w:webHidden/>
          </w:rPr>
        </w:r>
        <w:r w:rsidR="002B706E">
          <w:rPr>
            <w:noProof/>
            <w:webHidden/>
          </w:rPr>
          <w:fldChar w:fldCharType="separate"/>
        </w:r>
        <w:r w:rsidR="000920FB">
          <w:rPr>
            <w:noProof/>
            <w:webHidden/>
          </w:rPr>
          <w:t>4</w:t>
        </w:r>
        <w:r w:rsidR="002B706E">
          <w:rPr>
            <w:noProof/>
            <w:webHidden/>
          </w:rPr>
          <w:fldChar w:fldCharType="end"/>
        </w:r>
      </w:hyperlink>
    </w:p>
    <w:p w14:paraId="7F9E73E2" w14:textId="7CD7A9A5" w:rsidR="002B706E" w:rsidRDefault="0044487E" w:rsidP="00581FFC">
      <w:pPr>
        <w:pStyle w:val="Obsah1"/>
        <w:keepNext w:val="0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8884455" w:history="1">
        <w:r w:rsidR="002B706E" w:rsidRPr="004F0F2C">
          <w:rPr>
            <w:rStyle w:val="Hypertextovodkaz"/>
          </w:rPr>
          <w:t>3.</w:t>
        </w:r>
        <w:r w:rsidR="002B70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706E" w:rsidRPr="004F0F2C">
          <w:rPr>
            <w:rStyle w:val="Hypertextovodkaz"/>
          </w:rPr>
          <w:t>MĚŘENÍ</w:t>
        </w:r>
        <w:r w:rsidR="002B706E">
          <w:rPr>
            <w:noProof/>
            <w:webHidden/>
          </w:rPr>
          <w:tab/>
        </w:r>
      </w:hyperlink>
      <w:r w:rsidR="00B8354A">
        <w:rPr>
          <w:noProof/>
        </w:rPr>
        <w:t>7</w:t>
      </w:r>
    </w:p>
    <w:p w14:paraId="7CD0B483" w14:textId="64FCF490" w:rsidR="002B706E" w:rsidRDefault="0044487E" w:rsidP="00581FFC">
      <w:pPr>
        <w:pStyle w:val="Obsah1"/>
        <w:keepNext w:val="0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8884456" w:history="1">
        <w:r w:rsidR="002B706E" w:rsidRPr="004F0F2C">
          <w:rPr>
            <w:rStyle w:val="Hypertextovodkaz"/>
          </w:rPr>
          <w:t>4.</w:t>
        </w:r>
        <w:r w:rsidR="002B70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706E" w:rsidRPr="004F0F2C">
          <w:rPr>
            <w:rStyle w:val="Hypertextovodkaz"/>
          </w:rPr>
          <w:t>SROVNATELNÉ VÝROBKY, ALTERNATIVY MATERIÁLŮ A PROVEDENÍ</w:t>
        </w:r>
        <w:r w:rsidR="002B706E">
          <w:rPr>
            <w:noProof/>
            <w:webHidden/>
          </w:rPr>
          <w:tab/>
        </w:r>
      </w:hyperlink>
      <w:r w:rsidR="00B8354A">
        <w:rPr>
          <w:noProof/>
        </w:rPr>
        <w:t>7</w:t>
      </w:r>
      <w:bookmarkStart w:id="0" w:name="_GoBack"/>
      <w:bookmarkEnd w:id="0"/>
    </w:p>
    <w:p w14:paraId="6A5D265B" w14:textId="77777777" w:rsidR="00AD0C7B" w:rsidRDefault="00BD7E91" w:rsidP="00581FFC">
      <w:r>
        <w:fldChar w:fldCharType="end"/>
      </w:r>
    </w:p>
    <w:p w14:paraId="1295723D" w14:textId="77777777" w:rsidR="000008ED" w:rsidRDefault="000008ED" w:rsidP="008D03B9"/>
    <w:p w14:paraId="0A4C4756" w14:textId="63E42189" w:rsidR="000008ED" w:rsidRDefault="000008ED" w:rsidP="008D03B9"/>
    <w:p w14:paraId="41E7698C" w14:textId="706CD664" w:rsidR="00B8354A" w:rsidRDefault="00B8354A" w:rsidP="008D03B9"/>
    <w:p w14:paraId="1A69BAE8" w14:textId="287AD32E" w:rsidR="00B8354A" w:rsidRDefault="00B8354A" w:rsidP="008D03B9"/>
    <w:p w14:paraId="0B0450F3" w14:textId="564F22FD" w:rsidR="00B8354A" w:rsidRDefault="00B8354A" w:rsidP="008D03B9"/>
    <w:p w14:paraId="34FE2997" w14:textId="7FEA01E5" w:rsidR="00B8354A" w:rsidRDefault="00B8354A" w:rsidP="008D03B9"/>
    <w:p w14:paraId="4F579E6F" w14:textId="365FC8E6" w:rsidR="00B8354A" w:rsidRDefault="00B8354A" w:rsidP="008D03B9"/>
    <w:p w14:paraId="13AAF726" w14:textId="4D9689FF" w:rsidR="00B8354A" w:rsidRDefault="00B8354A" w:rsidP="008D03B9"/>
    <w:p w14:paraId="2338E703" w14:textId="2ACE667F" w:rsidR="00B8354A" w:rsidRDefault="00B8354A" w:rsidP="008D03B9"/>
    <w:p w14:paraId="4B3EE2CA" w14:textId="5E612072" w:rsidR="00B8354A" w:rsidRDefault="00B8354A" w:rsidP="008D03B9"/>
    <w:p w14:paraId="4F26A43B" w14:textId="60F41F35" w:rsidR="00B8354A" w:rsidRDefault="00B8354A" w:rsidP="008D03B9"/>
    <w:p w14:paraId="105E0BB3" w14:textId="0B1C21DF" w:rsidR="00B8354A" w:rsidRDefault="00B8354A" w:rsidP="008D03B9"/>
    <w:p w14:paraId="514C0EC0" w14:textId="73620419" w:rsidR="00B8354A" w:rsidRDefault="00B8354A" w:rsidP="008D03B9"/>
    <w:p w14:paraId="12442F51" w14:textId="70DAE98A" w:rsidR="00B8354A" w:rsidRDefault="00B8354A" w:rsidP="008D03B9"/>
    <w:p w14:paraId="193E5656" w14:textId="4D3CA729" w:rsidR="00B8354A" w:rsidRDefault="00B8354A" w:rsidP="008D03B9"/>
    <w:p w14:paraId="2AE59B6D" w14:textId="15D0FEFF" w:rsidR="00B8354A" w:rsidRDefault="00B8354A" w:rsidP="008D03B9"/>
    <w:p w14:paraId="0DD33489" w14:textId="693E61B4" w:rsidR="00B8354A" w:rsidRDefault="00B8354A" w:rsidP="008D03B9"/>
    <w:p w14:paraId="193736F8" w14:textId="06A848BC" w:rsidR="00B8354A" w:rsidRDefault="00B8354A" w:rsidP="008D03B9"/>
    <w:p w14:paraId="00FAF917" w14:textId="3BFDBBC1" w:rsidR="00B8354A" w:rsidRDefault="00B8354A" w:rsidP="008D03B9"/>
    <w:p w14:paraId="1018A884" w14:textId="2276DE65" w:rsidR="00B8354A" w:rsidRDefault="00B8354A" w:rsidP="008D03B9"/>
    <w:p w14:paraId="453E9FD5" w14:textId="77777777" w:rsidR="00B8354A" w:rsidRDefault="00B8354A" w:rsidP="008D03B9"/>
    <w:p w14:paraId="2B59520F" w14:textId="77777777" w:rsidR="000008ED" w:rsidRDefault="000008ED" w:rsidP="008D03B9"/>
    <w:p w14:paraId="1CADDC8C" w14:textId="77777777" w:rsidR="000008ED" w:rsidRDefault="000008ED" w:rsidP="008D03B9"/>
    <w:p w14:paraId="54F2AB31" w14:textId="77777777" w:rsidR="00AD0C7B" w:rsidRDefault="00AD0C7B" w:rsidP="00240E69">
      <w:pPr>
        <w:pStyle w:val="Nadpisbezsl1-1"/>
        <w:outlineLvl w:val="0"/>
      </w:pPr>
      <w:bookmarkStart w:id="1" w:name="_Toc158884449"/>
      <w:r>
        <w:t>SEZNAM ZKRATEK</w:t>
      </w:r>
      <w:bookmarkEnd w:id="1"/>
      <w:r w:rsidR="0076790E">
        <w:t xml:space="preserve"> </w:t>
      </w:r>
    </w:p>
    <w:p w14:paraId="7C9E69D0" w14:textId="7B1B8D1F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</w:t>
      </w:r>
      <w:r w:rsidR="00CD2AF0">
        <w:rPr>
          <w:rStyle w:val="Tun"/>
        </w:rPr>
        <w:t> TKP a v ZTP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44E49CB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07754CBB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6D7DE0" w14:textId="77777777" w:rsidR="005E07BA" w:rsidRPr="00BA5657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BA5657">
              <w:t xml:space="preserve">OTSKP </w:t>
            </w:r>
            <w:r w:rsidRPr="00BA5657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82EAC5" w14:textId="77777777" w:rsidR="005E07BA" w:rsidRPr="00BA5657" w:rsidRDefault="00BB32B7" w:rsidP="00BB32B7">
            <w:pPr>
              <w:pStyle w:val="Zkratky2"/>
            </w:pPr>
            <w:r w:rsidRPr="00BA5657">
              <w:t>Oborový třídník stavebních konstrukcí a prací</w:t>
            </w:r>
          </w:p>
        </w:tc>
      </w:tr>
      <w:tr w:rsidR="00BA5657" w:rsidRPr="00AD0C7B" w14:paraId="4A02EAAB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0D4826" w14:textId="6B01DEE9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BA5657">
              <w:t xml:space="preserve">SŽ </w:t>
            </w:r>
            <w:r w:rsidRPr="00BA5657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5A5B5" w14:textId="41D18C34" w:rsidR="00BA5657" w:rsidRPr="00BA5657" w:rsidRDefault="00BA5657" w:rsidP="00BA5657">
            <w:pPr>
              <w:pStyle w:val="Zkratky2"/>
            </w:pPr>
            <w:r w:rsidRPr="00BA5657">
              <w:t>Správa železnic, státní organizace</w:t>
            </w:r>
          </w:p>
        </w:tc>
      </w:tr>
      <w:tr w:rsidR="00BA5657" w:rsidRPr="00AD0C7B" w14:paraId="0E16E0ED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F17AC2" w14:textId="1EFC6E99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TKP</w:t>
            </w:r>
            <w:r w:rsidRPr="009C4832">
              <w:t xml:space="preserve"> </w:t>
            </w:r>
            <w:r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FF601D" w14:textId="552BB6E7" w:rsidR="00BA5657" w:rsidRPr="00BA5657" w:rsidRDefault="00BA5657" w:rsidP="00BA5657">
            <w:pPr>
              <w:pStyle w:val="Zkratky2"/>
            </w:pPr>
            <w:r>
              <w:t>Technické kvalitativní podmínky staveb státních drah</w:t>
            </w:r>
          </w:p>
        </w:tc>
      </w:tr>
      <w:tr w:rsidR="00BA5657" w:rsidRPr="00AD0C7B" w14:paraId="05626DA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E3AF8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ZTP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D1F9A2" w14:textId="77777777" w:rsidR="00BA5657" w:rsidRPr="00BA5657" w:rsidRDefault="00BA5657" w:rsidP="00BA5657">
            <w:pPr>
              <w:pStyle w:val="Zkratky2"/>
            </w:pPr>
            <w:r>
              <w:t>Zvláštní technické podmínky</w:t>
            </w:r>
          </w:p>
        </w:tc>
      </w:tr>
      <w:tr w:rsidR="00BA5657" w:rsidRPr="00AD0C7B" w14:paraId="41C023C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167E0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EDE03B" w14:textId="77777777" w:rsidR="00BA5657" w:rsidRPr="00BA5657" w:rsidRDefault="00BA5657" w:rsidP="00BA5657">
            <w:pPr>
              <w:pStyle w:val="Zkratky2"/>
            </w:pPr>
          </w:p>
        </w:tc>
      </w:tr>
      <w:tr w:rsidR="00BA5657" w:rsidRPr="00AD0C7B" w14:paraId="3C4C77D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297C50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92B591" w14:textId="77777777" w:rsidR="00BA5657" w:rsidRPr="00BA5657" w:rsidRDefault="00BA5657" w:rsidP="00BA5657">
            <w:pPr>
              <w:pStyle w:val="Zkratky2"/>
            </w:pPr>
          </w:p>
        </w:tc>
      </w:tr>
    </w:tbl>
    <w:p w14:paraId="5C9E1665" w14:textId="77777777" w:rsidR="00041EC8" w:rsidRDefault="00041EC8" w:rsidP="00AD0C7B"/>
    <w:p w14:paraId="773E807A" w14:textId="77777777" w:rsidR="00826B7B" w:rsidRDefault="00826B7B" w:rsidP="008D03B9"/>
    <w:p w14:paraId="33D3B8B7" w14:textId="77777777" w:rsidR="00826B7B" w:rsidRDefault="00826B7B">
      <w:r>
        <w:br w:type="page"/>
      </w:r>
    </w:p>
    <w:p w14:paraId="5C6209A3" w14:textId="77777777" w:rsidR="005E07BA" w:rsidRDefault="005E07BA" w:rsidP="003368B2">
      <w:pPr>
        <w:pStyle w:val="Nadpis2-1"/>
      </w:pPr>
      <w:bookmarkStart w:id="2" w:name="_Toc158884450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3818A528" w14:textId="6355A784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 xml:space="preserve">soupisu prací a v Soupisech prací význam definovaný </w:t>
      </w:r>
      <w:r w:rsidR="00CD2AF0" w:rsidRPr="00CD2AF0">
        <w:t xml:space="preserve">v Technických kvalitativních podmínkách staveb státních drah (dále jen </w:t>
      </w:r>
      <w:r w:rsidR="00CD2AF0">
        <w:t>„</w:t>
      </w:r>
      <w:r w:rsidR="00CD2AF0" w:rsidRPr="00CD2AF0">
        <w:t>TKP</w:t>
      </w:r>
      <w:r w:rsidR="00CD2AF0">
        <w:t>“</w:t>
      </w:r>
      <w:r w:rsidR="00CD2AF0" w:rsidRPr="00CD2AF0">
        <w:t>) a</w:t>
      </w:r>
      <w:r w:rsidR="00BA5657">
        <w:t xml:space="preserve"> </w:t>
      </w:r>
      <w:r w:rsidR="00CD2AF0" w:rsidRPr="00CD2AF0">
        <w:t xml:space="preserve">Zvláštních technických podmínkách (dále jen </w:t>
      </w:r>
      <w:r w:rsidR="00CD2AF0">
        <w:t>„</w:t>
      </w:r>
      <w:r w:rsidR="00CD2AF0" w:rsidRPr="00CD2AF0">
        <w:t>ZTP</w:t>
      </w:r>
      <w:r w:rsidR="00CD2AF0">
        <w:t>“</w:t>
      </w:r>
      <w:r w:rsidR="00CD2AF0" w:rsidRPr="00CD2AF0">
        <w:t xml:space="preserve">) </w:t>
      </w:r>
      <w:r w:rsidR="00BA5657">
        <w:t>a v</w:t>
      </w:r>
      <w:r w:rsidR="00CD2AF0">
        <w:t xml:space="preserve"> </w:t>
      </w:r>
      <w:r>
        <w:t>projektové dokumentaci, která je součástí zadávací dokumentace.</w:t>
      </w:r>
    </w:p>
    <w:p w14:paraId="2484BB70" w14:textId="77777777" w:rsidR="005E07BA" w:rsidRPr="00B03634" w:rsidRDefault="005E07BA" w:rsidP="005E07BA">
      <w:pPr>
        <w:pStyle w:val="Nadpis2-2"/>
      </w:pPr>
      <w:bookmarkStart w:id="7" w:name="_Toc158884451"/>
      <w:r w:rsidRPr="00B03634">
        <w:t>Soupis prací</w:t>
      </w:r>
      <w:bookmarkEnd w:id="7"/>
      <w:r w:rsidRPr="00B03634">
        <w:t xml:space="preserve"> </w:t>
      </w:r>
    </w:p>
    <w:p w14:paraId="13176B3E" w14:textId="68084F1D" w:rsidR="005E07BA" w:rsidRPr="00B03634" w:rsidRDefault="005E07BA" w:rsidP="005E07BA">
      <w:pPr>
        <w:pStyle w:val="Text2-1"/>
      </w:pPr>
      <w:r w:rsidRPr="00B03634">
        <w:t>Soupis prací je součást zadávací dokumentace na zhotovení stavby. Obsahuje položky s</w:t>
      </w:r>
      <w:r w:rsidR="00A841B9" w:rsidRPr="00B03634">
        <w:t> </w:t>
      </w:r>
      <w:r w:rsidRPr="00B03634">
        <w:t>popisem prací a materiálů v členění dle PS</w:t>
      </w:r>
      <w:r w:rsidR="00957DF0" w:rsidRPr="00B03634">
        <w:t>/</w:t>
      </w:r>
      <w:r w:rsidRPr="00B03634"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E565D5" w:rsidRPr="00B03634">
        <w:t> </w:t>
      </w:r>
      <w:r w:rsidRPr="00B03634">
        <w:t>SO 98-98 Všeobecný objekt</w:t>
      </w:r>
      <w:r w:rsidR="00884EEC" w:rsidRPr="002C3CB4">
        <w:t>.</w:t>
      </w:r>
    </w:p>
    <w:p w14:paraId="0479DBCE" w14:textId="77777777" w:rsidR="005E07BA" w:rsidRDefault="005E07BA" w:rsidP="005E07BA">
      <w:pPr>
        <w:pStyle w:val="Nadpis2-2"/>
      </w:pPr>
      <w:bookmarkStart w:id="8" w:name="_Toc158884452"/>
      <w:r>
        <w:t>Cenová soustava</w:t>
      </w:r>
      <w:bookmarkEnd w:id="8"/>
    </w:p>
    <w:p w14:paraId="51F21CBE" w14:textId="420689DF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</w:t>
      </w:r>
      <w:r w:rsidRPr="006C1692">
        <w:t xml:space="preserve">Oborový třídník stavebních konstrukcí a prací (dále jen </w:t>
      </w:r>
      <w:r w:rsidR="00957DF0" w:rsidRPr="006C1692">
        <w:t>„</w:t>
      </w:r>
      <w:r w:rsidRPr="006C1692">
        <w:t>OTSKP</w:t>
      </w:r>
      <w:r w:rsidR="00957DF0" w:rsidRPr="006C1692">
        <w:t>“</w:t>
      </w:r>
      <w:r w:rsidRPr="006C1692">
        <w:t>)</w:t>
      </w:r>
      <w:r w:rsidR="004B3846" w:rsidRPr="006C1692">
        <w:t>.</w:t>
      </w:r>
      <w:r>
        <w:t xml:space="preserve"> Správcem a provozovatelem cenové soustavy </w:t>
      </w:r>
      <w:r w:rsidRPr="006C1692">
        <w:t>OTSKP</w:t>
      </w:r>
      <w:r>
        <w:t xml:space="preserve"> je Státní fond dopravní infrastruktury (viz www.sfdi.cz). V případech, kdy s ohledem na charakter činnosti nebylo možné použít cenovou soustavu </w:t>
      </w:r>
      <w:r w:rsidRPr="006C1692">
        <w:t>OTSKP,</w:t>
      </w:r>
      <w:r>
        <w:t xml:space="preserve">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045739F" w14:textId="77777777" w:rsidR="005E07BA" w:rsidRDefault="005E07BA" w:rsidP="005E07BA">
      <w:pPr>
        <w:pStyle w:val="Nadpis2-2"/>
      </w:pPr>
      <w:bookmarkStart w:id="9" w:name="_Toc158884453"/>
      <w:r>
        <w:t>Měrné jednotky</w:t>
      </w:r>
      <w:bookmarkEnd w:id="9"/>
    </w:p>
    <w:p w14:paraId="1371895C" w14:textId="575B1EAF" w:rsidR="005E07BA" w:rsidRDefault="005E07BA" w:rsidP="001A2FF6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</w:t>
      </w:r>
      <w:r w:rsidR="00703CFC">
        <w:t> </w:t>
      </w:r>
      <w:r w:rsidR="00703CFC">
        <w:noBreakHyphen/>
        <w:t> </w:t>
      </w:r>
      <w:r>
        <w:t>Kódy měřicích jednotek používaných v mezinárodním obchodě a</w:t>
      </w:r>
      <w:r w:rsidR="00482C61">
        <w:t xml:space="preserve"> </w:t>
      </w:r>
      <w:r w:rsidR="005C7F6E">
        <w:t>ČSN</w:t>
      </w:r>
      <w:r w:rsidR="007D230B">
        <w:t> </w:t>
      </w:r>
      <w:r w:rsidR="001F2933">
        <w:t>EN </w:t>
      </w:r>
      <w:r w:rsidR="005C7F6E">
        <w:t>ISO</w:t>
      </w:r>
      <w:r w:rsidR="001A2FF6">
        <w:t> </w:t>
      </w:r>
      <w:r w:rsidR="005C7F6E">
        <w:t>80000</w:t>
      </w:r>
      <w:r w:rsidR="007D230B">
        <w:noBreakHyphen/>
      </w:r>
      <w:r w:rsidR="001F2933">
        <w:t>1</w:t>
      </w:r>
      <w:r w:rsidR="007D230B">
        <w:t> až 13 (011300) </w:t>
      </w:r>
      <w:r w:rsidR="005242AE" w:rsidRPr="005C7F6E">
        <w:t>Veličiny a</w:t>
      </w:r>
      <w:r w:rsidR="00D92C88">
        <w:t> </w:t>
      </w:r>
      <w:r w:rsidR="005242AE" w:rsidRPr="005C7F6E">
        <w:t>jednotky</w:t>
      </w:r>
      <w:r w:rsidR="007D230B">
        <w:t>.</w:t>
      </w:r>
    </w:p>
    <w:p w14:paraId="05AF45CC" w14:textId="77777777" w:rsidR="005E07BA" w:rsidRDefault="005E07BA" w:rsidP="005E07BA">
      <w:pPr>
        <w:pStyle w:val="Nadpis2-1"/>
      </w:pPr>
      <w:bookmarkStart w:id="10" w:name="_Toc158884454"/>
      <w:r>
        <w:t>ZÁKLADNÍ PRAVIDLA PRO OCEŇOVÁNÍ SOUPISU PRACÍ</w:t>
      </w:r>
      <w:bookmarkEnd w:id="10"/>
    </w:p>
    <w:p w14:paraId="30155F81" w14:textId="3C50AB72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 xml:space="preserve">členění </w:t>
      </w:r>
      <w:r w:rsidRPr="00B03634">
        <w:t>na</w:t>
      </w:r>
      <w:r w:rsidR="00B31908" w:rsidRPr="00B03634">
        <w:t xml:space="preserve"> SO </w:t>
      </w:r>
      <w:r w:rsidRPr="00B03634">
        <w:t xml:space="preserve">a </w:t>
      </w:r>
      <w:r w:rsidR="00B31908" w:rsidRPr="00B03634">
        <w:t>PS</w:t>
      </w:r>
      <w:r w:rsidR="00B31908">
        <w:t xml:space="preserve"> </w:t>
      </w:r>
      <w:r>
        <w:t>dle projektové dokumentace, která je součástí zadávací dokumentace.</w:t>
      </w:r>
    </w:p>
    <w:p w14:paraId="3A1A7612" w14:textId="77777777" w:rsidR="005E07BA" w:rsidRDefault="005E07BA" w:rsidP="005E07BA">
      <w:pPr>
        <w:pStyle w:val="Text2-1"/>
      </w:pPr>
      <w:r>
        <w:t>Položky soupisu prací obsahují pole:</w:t>
      </w:r>
    </w:p>
    <w:p w14:paraId="24305FBE" w14:textId="77777777" w:rsidR="00D92C88" w:rsidRPr="00B31908" w:rsidRDefault="005E07BA" w:rsidP="005E07BA">
      <w:pPr>
        <w:pStyle w:val="Odrka1-1"/>
      </w:pPr>
      <w:r w:rsidRPr="00B31908">
        <w:rPr>
          <w:rStyle w:val="Tun"/>
        </w:rPr>
        <w:t>Pořadové číslo položky</w:t>
      </w:r>
      <w:r w:rsidRPr="00B31908">
        <w:t>,</w:t>
      </w:r>
    </w:p>
    <w:p w14:paraId="6ED5AF46" w14:textId="77777777" w:rsidR="005E07BA" w:rsidRPr="006B11E4" w:rsidRDefault="005E07BA" w:rsidP="005E07BA">
      <w:pPr>
        <w:pStyle w:val="Odrka1-1"/>
      </w:pPr>
      <w:r w:rsidRPr="006B11E4">
        <w:rPr>
          <w:rStyle w:val="Tun"/>
        </w:rPr>
        <w:t>Kód položky</w:t>
      </w:r>
      <w:r w:rsidRPr="006B11E4">
        <w:t xml:space="preserve"> - třídící kód položky dle použité cenové soustavy, pokud je použita,</w:t>
      </w:r>
    </w:p>
    <w:p w14:paraId="16B1F390" w14:textId="77777777" w:rsidR="005E07BA" w:rsidRPr="00D92C88" w:rsidRDefault="005E07BA" w:rsidP="005E07BA">
      <w:pPr>
        <w:pStyle w:val="Odrka1-1"/>
      </w:pPr>
      <w:r w:rsidRPr="006B11E4">
        <w:rPr>
          <w:rStyle w:val="Tun"/>
        </w:rPr>
        <w:t>Varianta</w:t>
      </w:r>
      <w:r w:rsidRPr="006B11E4">
        <w:t xml:space="preserve"> - použije se pro rozlišení v případě, že je v Dílu použit stejný kód položky,</w:t>
      </w:r>
    </w:p>
    <w:p w14:paraId="43D99AC7" w14:textId="77777777" w:rsidR="005E07BA" w:rsidRPr="00EA0E26" w:rsidRDefault="005E07BA" w:rsidP="005E07BA">
      <w:pPr>
        <w:pStyle w:val="Odrka1-1"/>
      </w:pPr>
      <w:r w:rsidRPr="00EA0E26">
        <w:rPr>
          <w:rStyle w:val="Tun"/>
        </w:rPr>
        <w:t>Cenová soustava</w:t>
      </w:r>
      <w:r w:rsidRPr="00EA0E26"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0E13985E" w14:textId="77777777" w:rsidR="005E07BA" w:rsidRPr="00EA0E26" w:rsidRDefault="005E07BA" w:rsidP="005E07BA">
      <w:pPr>
        <w:pStyle w:val="Odrka1-1"/>
      </w:pPr>
      <w:r w:rsidRPr="00EA0E26">
        <w:rPr>
          <w:rStyle w:val="Tun"/>
        </w:rPr>
        <w:t>Název položky</w:t>
      </w:r>
      <w:r w:rsidRPr="00EA0E26">
        <w:t xml:space="preserve"> - dle použité cenové soustavy, nebo vlastní název v případě položky mimo cenovou soustavu,</w:t>
      </w:r>
    </w:p>
    <w:p w14:paraId="20C8F9FC" w14:textId="77777777" w:rsidR="005E07BA" w:rsidRPr="00EA0E26" w:rsidRDefault="005E07BA" w:rsidP="005E07BA">
      <w:pPr>
        <w:pStyle w:val="Odrka1-2-"/>
      </w:pPr>
      <w:r w:rsidRPr="00EA0E26">
        <w:rPr>
          <w:rStyle w:val="Tun"/>
        </w:rPr>
        <w:t>Popis položky</w:t>
      </w:r>
      <w:r w:rsidRPr="00EA0E26">
        <w:t xml:space="preserve"> - doplňující název položky up</w:t>
      </w:r>
      <w:r w:rsidR="001D1F8C" w:rsidRPr="00EA0E26">
        <w:t>řesňující popis dané položky, v </w:t>
      </w:r>
      <w:r w:rsidRPr="00EA0E26">
        <w:t>případě, že název položky je potřebné upřesnit,</w:t>
      </w:r>
    </w:p>
    <w:p w14:paraId="592AF5FD" w14:textId="77777777" w:rsidR="005E07BA" w:rsidRPr="00EA0E26" w:rsidRDefault="005E07BA" w:rsidP="005E07BA">
      <w:pPr>
        <w:pStyle w:val="Odrka1-2-"/>
      </w:pPr>
      <w:r w:rsidRPr="00EA0E26">
        <w:rPr>
          <w:rStyle w:val="Tun"/>
        </w:rPr>
        <w:t>Výkaz výměr</w:t>
      </w:r>
      <w:r w:rsidRPr="00EA0E26">
        <w:t xml:space="preserve"> - k uvedenému množství, s výjimkou případů, kdy není výpočet pro stanovení množství položky soupisu prací potřebný,</w:t>
      </w:r>
    </w:p>
    <w:p w14:paraId="602BC2A6" w14:textId="77777777" w:rsidR="005E07BA" w:rsidRPr="00EA0E26" w:rsidRDefault="005E07BA" w:rsidP="005E07BA">
      <w:pPr>
        <w:pStyle w:val="Odrka1-2-"/>
      </w:pPr>
      <w:r w:rsidRPr="00EA0E26">
        <w:rPr>
          <w:rStyle w:val="Tun"/>
        </w:rPr>
        <w:t>Technická specifikace položky</w:t>
      </w:r>
      <w:r w:rsidRPr="00EA0E26">
        <w:t xml:space="preserve"> - zahrnuje přesný popis specifikující dodávku materiálů nebo výrobků s jednoznačným popisem materiálu nebo výrobku </w:t>
      </w:r>
      <w:r w:rsidRPr="00EA0E26">
        <w:lastRenderedPageBreak/>
        <w:t>s</w:t>
      </w:r>
      <w:r w:rsidR="00A841B9" w:rsidRPr="00EA0E26">
        <w:t> </w:t>
      </w:r>
      <w:r w:rsidRPr="00EA0E26"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09D74F0C" w14:textId="77777777" w:rsidR="005E07BA" w:rsidRPr="00EA0E26" w:rsidRDefault="005E07BA" w:rsidP="005E07BA">
      <w:pPr>
        <w:pStyle w:val="Odrka1-1"/>
      </w:pPr>
      <w:r w:rsidRPr="00EA0E26">
        <w:rPr>
          <w:rStyle w:val="Tun"/>
        </w:rPr>
        <w:t>Měrná jednotka</w:t>
      </w:r>
      <w:r w:rsidRPr="00EA0E26">
        <w:t>,</w:t>
      </w:r>
    </w:p>
    <w:p w14:paraId="240032B0" w14:textId="77777777" w:rsidR="005E07BA" w:rsidRPr="00EA0E26" w:rsidRDefault="005E07BA" w:rsidP="005E07BA">
      <w:pPr>
        <w:pStyle w:val="Odrka1-1"/>
      </w:pPr>
      <w:r w:rsidRPr="00EA0E26">
        <w:rPr>
          <w:rStyle w:val="Tun"/>
        </w:rPr>
        <w:t>Množství</w:t>
      </w:r>
      <w:r w:rsidRPr="00EA0E26">
        <w:t xml:space="preserve"> - v dané měrné jednotce,</w:t>
      </w:r>
    </w:p>
    <w:p w14:paraId="36A54DAC" w14:textId="77777777" w:rsidR="005E07BA" w:rsidRPr="00B31908" w:rsidRDefault="005E07BA" w:rsidP="005E07BA">
      <w:pPr>
        <w:pStyle w:val="Odrka1-1"/>
      </w:pPr>
      <w:r w:rsidRPr="00B31908">
        <w:rPr>
          <w:rStyle w:val="Tun"/>
        </w:rPr>
        <w:t>Jednotková hmotnost</w:t>
      </w:r>
      <w:r w:rsidRPr="00B31908">
        <w:t>,</w:t>
      </w:r>
    </w:p>
    <w:p w14:paraId="19AEC961" w14:textId="45191E8D" w:rsidR="005E07BA" w:rsidRPr="00EA0E26" w:rsidRDefault="005E07BA" w:rsidP="005E07BA">
      <w:pPr>
        <w:pStyle w:val="Odrka1-1"/>
      </w:pPr>
      <w:r w:rsidRPr="00EA0E26">
        <w:rPr>
          <w:rStyle w:val="Tun"/>
        </w:rPr>
        <w:t>Jednotková cena</w:t>
      </w:r>
      <w:r w:rsidR="006B11E4">
        <w:t>,</w:t>
      </w:r>
    </w:p>
    <w:p w14:paraId="298D670D" w14:textId="338263AF" w:rsidR="00AC0D7C" w:rsidRPr="00B31908" w:rsidRDefault="005E07BA" w:rsidP="00B31908">
      <w:pPr>
        <w:pStyle w:val="Odrka1-1"/>
      </w:pPr>
      <w:r w:rsidRPr="00EA0E26">
        <w:rPr>
          <w:rStyle w:val="Tun"/>
        </w:rPr>
        <w:t>Cena celkem</w:t>
      </w:r>
      <w:r w:rsidRPr="00EA0E26">
        <w:t>.</w:t>
      </w:r>
    </w:p>
    <w:p w14:paraId="30B7329E" w14:textId="78BC925E" w:rsidR="005E07BA" w:rsidRPr="00B31908" w:rsidRDefault="005E07BA" w:rsidP="005E07BA">
      <w:pPr>
        <w:pStyle w:val="Text2-1"/>
      </w:pPr>
      <w:r w:rsidRPr="00B31908">
        <w:t>Pokud není v projektové dokumentaci a Soupisech prací jednotlivých SO a PS uvedeno jinak, jsou vedlejší náklady rozpuštěny v položkách Soupisu prací a samostatně se</w:t>
      </w:r>
      <w:r w:rsidR="00F91A15" w:rsidRPr="00B31908">
        <w:t> </w:t>
      </w:r>
      <w:r w:rsidRPr="00B31908">
        <w:t xml:space="preserve">nevykazují. Dodavatel tyto náklady musí zahrnout do ceny díla. Jedná se zejména o náklady </w:t>
      </w:r>
      <w:proofErr w:type="gramStart"/>
      <w:r w:rsidRPr="00B31908">
        <w:t>na</w:t>
      </w:r>
      <w:proofErr w:type="gramEnd"/>
      <w:r w:rsidRPr="00B31908">
        <w:t xml:space="preserve">: </w:t>
      </w:r>
    </w:p>
    <w:p w14:paraId="7F1DA984" w14:textId="77777777" w:rsidR="005E07BA" w:rsidRPr="00B31908" w:rsidRDefault="005E07BA" w:rsidP="005E07BA">
      <w:pPr>
        <w:pStyle w:val="Odrka1-2-"/>
      </w:pPr>
      <w:r w:rsidRPr="00B31908">
        <w:t>práce a související náklady (na vymezení staven</w:t>
      </w:r>
      <w:r w:rsidR="001D1F8C" w:rsidRPr="00B31908">
        <w:t>iště, na oplocení, příjezdové a </w:t>
      </w:r>
      <w:r w:rsidRPr="00B31908">
        <w:t>odvozové trasy, atd.);</w:t>
      </w:r>
    </w:p>
    <w:p w14:paraId="2FFD3027" w14:textId="77777777" w:rsidR="005E07BA" w:rsidRPr="00B31908" w:rsidRDefault="005E07BA" w:rsidP="005E07BA">
      <w:pPr>
        <w:pStyle w:val="Odrka1-2-"/>
      </w:pPr>
      <w:r w:rsidRPr="00B31908"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1F2D241B" w14:textId="77777777" w:rsidR="005E07BA" w:rsidRPr="00B31908" w:rsidRDefault="005E07BA" w:rsidP="005E07BA">
      <w:pPr>
        <w:pStyle w:val="Odrka1-2-"/>
      </w:pPr>
      <w:r w:rsidRPr="00B31908">
        <w:t>náklady na veškerá pojištění;</w:t>
      </w:r>
    </w:p>
    <w:p w14:paraId="21CEF4C8" w14:textId="77777777" w:rsidR="005E07BA" w:rsidRPr="00B31908" w:rsidRDefault="005E07BA" w:rsidP="005E07BA">
      <w:pPr>
        <w:pStyle w:val="Odrka1-2-"/>
      </w:pPr>
      <w:r w:rsidRPr="00B31908">
        <w:t>umístění materiálů nebo výrobků do stanovené polohy včetně vytyčení, montáže a zajištění polohy;</w:t>
      </w:r>
    </w:p>
    <w:p w14:paraId="1B914F63" w14:textId="77777777" w:rsidR="005E07BA" w:rsidRPr="00B31908" w:rsidRDefault="005E07BA" w:rsidP="005E07BA">
      <w:pPr>
        <w:pStyle w:val="Odrka1-2-"/>
      </w:pPr>
      <w:proofErr w:type="spellStart"/>
      <w:r w:rsidRPr="00B31908">
        <w:t>vnitrostaveništní</w:t>
      </w:r>
      <w:proofErr w:type="spellEnd"/>
      <w:r w:rsidRPr="00B31908">
        <w:t xml:space="preserve"> „Přesun hmot“ a bez ohledu na použitou cenovou soustavu;</w:t>
      </w:r>
    </w:p>
    <w:p w14:paraId="309F3B51" w14:textId="77777777" w:rsidR="005E07BA" w:rsidRPr="00B31908" w:rsidRDefault="005E07BA" w:rsidP="005E07BA">
      <w:pPr>
        <w:pStyle w:val="Odrka1-2-"/>
      </w:pPr>
      <w:r w:rsidRPr="00B31908">
        <w:t>vlivy související s potřebou postupného provádění díla nebo jeho částí, které jsou dané anebo vyplývají logicky ze zadávací dokumentace;</w:t>
      </w:r>
    </w:p>
    <w:p w14:paraId="67B36EA9" w14:textId="77777777" w:rsidR="005E07BA" w:rsidRPr="00B31908" w:rsidRDefault="005E07BA" w:rsidP="005E07BA">
      <w:pPr>
        <w:pStyle w:val="Odrka1-2-"/>
      </w:pPr>
      <w:r w:rsidRPr="00B31908">
        <w:t>závazky, povinnosti, rizika a jakékoli náklady související s prováděním díla, které jsou dané anebo vyplývají ze zadávací dokumentace;</w:t>
      </w:r>
    </w:p>
    <w:p w14:paraId="69A93A3C" w14:textId="77777777" w:rsidR="005E07BA" w:rsidRPr="00B31908" w:rsidRDefault="005E07BA" w:rsidP="005E07BA">
      <w:pPr>
        <w:pStyle w:val="Odrka1-2-"/>
      </w:pPr>
      <w:r w:rsidRPr="00B31908">
        <w:t>přirážky na vedení firmy a přiměřený zisk zhotovitele a všechny jeho režijní náklady;</w:t>
      </w:r>
    </w:p>
    <w:p w14:paraId="1C2BFEC5" w14:textId="77777777" w:rsidR="005E07BA" w:rsidRPr="00B31908" w:rsidRDefault="005E07BA" w:rsidP="005E07BA">
      <w:pPr>
        <w:pStyle w:val="Odrka1-2-"/>
      </w:pPr>
      <w:r w:rsidRPr="00B31908"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5ED97F6A" w14:textId="77777777" w:rsidR="005E07BA" w:rsidRPr="00B31908" w:rsidRDefault="005E07BA" w:rsidP="005E07BA">
      <w:pPr>
        <w:pStyle w:val="Odrka1-2-"/>
      </w:pPr>
      <w:r w:rsidRPr="00B31908">
        <w:t>zkoušky, testy, vzorky požadované zadávací dokumentací a TKP včetně nákladů na jejich pořízení a dopravu;</w:t>
      </w:r>
    </w:p>
    <w:p w14:paraId="58F9FA05" w14:textId="77777777" w:rsidR="005E07BA" w:rsidRPr="00B31908" w:rsidRDefault="005E07BA" w:rsidP="005E07BA">
      <w:pPr>
        <w:pStyle w:val="Odrka1-2-"/>
      </w:pPr>
      <w:r w:rsidRPr="00B31908">
        <w:t>dílenskou a výrobní dokumentaci nebo pracovních výkresů, které zhotovitel potřebuje k provedení díla;</w:t>
      </w:r>
    </w:p>
    <w:p w14:paraId="08F97CF8" w14:textId="77777777" w:rsidR="005E07BA" w:rsidRPr="00B31908" w:rsidRDefault="005E07BA" w:rsidP="005E07BA">
      <w:pPr>
        <w:pStyle w:val="Odrka1-2-"/>
      </w:pPr>
      <w:r w:rsidRPr="00B31908">
        <w:t>zřízení, provoz a likvidace zařízení staveniště, včetně nákladů na zajištění všech potřebných energií a materiálů na jeho provozování;</w:t>
      </w:r>
    </w:p>
    <w:p w14:paraId="663BDFD4" w14:textId="77777777" w:rsidR="005E07BA" w:rsidRPr="00B31908" w:rsidRDefault="005E07BA" w:rsidP="005E07BA">
      <w:pPr>
        <w:pStyle w:val="Odrka1-2-"/>
      </w:pPr>
      <w:r w:rsidRPr="00B31908">
        <w:t>pronájem nemovitostí za účelem zřízení a pr</w:t>
      </w:r>
      <w:r w:rsidR="001D1F8C" w:rsidRPr="00B31908">
        <w:t>ovozování zařízení staveniště i </w:t>
      </w:r>
      <w:r w:rsidRPr="00B31908">
        <w:t>vůči třetím stranám;</w:t>
      </w:r>
    </w:p>
    <w:p w14:paraId="2206A887" w14:textId="77777777" w:rsidR="005E07BA" w:rsidRPr="00B31908" w:rsidRDefault="005E07BA" w:rsidP="005E07BA">
      <w:pPr>
        <w:pStyle w:val="Odrka1-2-"/>
      </w:pPr>
      <w:r w:rsidRPr="00B31908">
        <w:t>práva a náklady na přístupové a odvozové cesty, použité pozemky, dočasné zábory včetně uvedení do původního stavu;</w:t>
      </w:r>
    </w:p>
    <w:p w14:paraId="747BF4B8" w14:textId="77777777" w:rsidR="005E07BA" w:rsidRPr="00B31908" w:rsidRDefault="005E07BA" w:rsidP="005E07BA">
      <w:pPr>
        <w:pStyle w:val="Odrka1-2-"/>
      </w:pPr>
      <w:r w:rsidRPr="00B31908"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52682117" w14:textId="77777777" w:rsidR="005E07BA" w:rsidRPr="00B31908" w:rsidRDefault="005E07BA" w:rsidP="005E07BA">
      <w:pPr>
        <w:pStyle w:val="Odrka1-2-"/>
      </w:pPr>
      <w:r w:rsidRPr="00B31908">
        <w:lastRenderedPageBreak/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 w:rsidRPr="00B31908">
        <w:t>podobjekt</w:t>
      </w:r>
      <w:proofErr w:type="spellEnd"/>
      <w:r w:rsidRPr="00B31908">
        <w:t>;</w:t>
      </w:r>
    </w:p>
    <w:p w14:paraId="7FCA5F12" w14:textId="77777777" w:rsidR="005E07BA" w:rsidRPr="00B31908" w:rsidRDefault="005E07BA" w:rsidP="005E07BA">
      <w:pPr>
        <w:pStyle w:val="Odrka1-2-"/>
      </w:pPr>
      <w:r w:rsidRPr="00B31908">
        <w:t>zajištění plnění kvalitativních požadavků a dokladů o shodě s prvky interoperability;</w:t>
      </w:r>
    </w:p>
    <w:p w14:paraId="11AE2F13" w14:textId="77777777" w:rsidR="005E07BA" w:rsidRPr="00B31908" w:rsidRDefault="005E07BA" w:rsidP="005E07BA">
      <w:pPr>
        <w:pStyle w:val="Odrka1-2-"/>
      </w:pPr>
      <w:r w:rsidRPr="00B31908">
        <w:t xml:space="preserve">položky typu zednických, drobných stavebních prací a jiných </w:t>
      </w:r>
      <w:proofErr w:type="spellStart"/>
      <w:r w:rsidRPr="00B31908">
        <w:t>přípomocí</w:t>
      </w:r>
      <w:proofErr w:type="spellEnd"/>
      <w:r w:rsidRPr="00B31908">
        <w:t xml:space="preserve">, které nejsou samostatně vykazovány, náklady na tyto </w:t>
      </w:r>
      <w:proofErr w:type="spellStart"/>
      <w:r w:rsidRPr="00B31908">
        <w:t>přípomoce</w:t>
      </w:r>
      <w:proofErr w:type="spellEnd"/>
      <w:r w:rsidRPr="00B31908">
        <w:t xml:space="preserve"> je nutné zahrnout do cen položek, které tyto </w:t>
      </w:r>
      <w:proofErr w:type="spellStart"/>
      <w:r w:rsidRPr="00B31908">
        <w:t>přípomoce</w:t>
      </w:r>
      <w:proofErr w:type="spellEnd"/>
      <w:r w:rsidRPr="00B31908">
        <w:t xml:space="preserve"> vyžadují; </w:t>
      </w:r>
    </w:p>
    <w:p w14:paraId="6250B75A" w14:textId="77777777" w:rsidR="005E07BA" w:rsidRPr="00B31908" w:rsidRDefault="005E07BA" w:rsidP="005E07BA">
      <w:pPr>
        <w:pStyle w:val="Odrka1-2-"/>
      </w:pPr>
      <w:r w:rsidRPr="00B31908">
        <w:t>ztratné a prořezy, položky typu „jiné nespecifikované práce“, „koordinace postupu prací“, „zkušební provoz“, „úklid pracoviště“, „neúkolované elektromechanické práce“,</w:t>
      </w:r>
    </w:p>
    <w:p w14:paraId="332FAA0C" w14:textId="26073909" w:rsidR="005E07BA" w:rsidRPr="002B706E" w:rsidRDefault="005E07BA" w:rsidP="00C4072C">
      <w:pPr>
        <w:pStyle w:val="Odrka1-2-"/>
      </w:pPr>
      <w:r w:rsidRPr="00B31908">
        <w:t>speciální technologie, vyplývající z postupů výstavby a omezených možností při provádění díla oproti běžným technologiím (např. sanační stroj)</w:t>
      </w:r>
    </w:p>
    <w:p w14:paraId="1D767BAC" w14:textId="77777777" w:rsidR="006B11E4" w:rsidRPr="002C3CB4" w:rsidRDefault="00DD3CD2" w:rsidP="00AC0D7C">
      <w:pPr>
        <w:pStyle w:val="Odrka1-2-"/>
        <w:numPr>
          <w:ilvl w:val="0"/>
          <w:numId w:val="0"/>
        </w:numPr>
        <w:ind w:left="1077"/>
      </w:pPr>
      <w:r w:rsidRPr="006B11E4">
        <w:t xml:space="preserve">Každá účastníkem vyplněná položka musí obsahovat veškeré technicky a logicky </w:t>
      </w:r>
      <w:proofErr w:type="spellStart"/>
      <w:r w:rsidRPr="006B11E4">
        <w:t>dovoditelné</w:t>
      </w:r>
      <w:proofErr w:type="spellEnd"/>
      <w:r w:rsidRPr="006B11E4">
        <w:t xml:space="preserve"> součásti předmětu plnění.</w:t>
      </w:r>
      <w:r w:rsidR="00A60BCF" w:rsidRPr="006B11E4">
        <w:t xml:space="preserve"> </w:t>
      </w:r>
    </w:p>
    <w:p w14:paraId="51F3A9F8" w14:textId="2A3225FB" w:rsidR="00330296" w:rsidRPr="002C3CB4" w:rsidRDefault="00AC0D7C" w:rsidP="00AC0D7C">
      <w:pPr>
        <w:pStyle w:val="Odrka1-2-"/>
        <w:numPr>
          <w:ilvl w:val="0"/>
          <w:numId w:val="0"/>
        </w:numPr>
        <w:ind w:left="1077"/>
        <w:rPr>
          <w:highlight w:val="green"/>
        </w:rPr>
      </w:pPr>
      <w:r w:rsidRPr="006B11E4">
        <w:t>Pokud nejsou položky vyčleněny samostatně u jednotlivých SO a PS zahrne dodavatel do ceny díla:</w:t>
      </w:r>
    </w:p>
    <w:p w14:paraId="3A869A25" w14:textId="77777777" w:rsidR="005E07BA" w:rsidRPr="006B11E4" w:rsidRDefault="005E07BA" w:rsidP="005E07BA">
      <w:pPr>
        <w:pStyle w:val="Odrka1-2-"/>
      </w:pPr>
      <w:r w:rsidRPr="006B11E4">
        <w:t>výkony prováděné organizačními jednotkami S</w:t>
      </w:r>
      <w:r w:rsidR="00D01996" w:rsidRPr="006B11E4">
        <w:t>právy železnic, státní organizace</w:t>
      </w:r>
      <w:r w:rsidRPr="006B11E4"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 w:rsidRPr="006B11E4">
        <w:t>DC</w:t>
      </w:r>
      <w:r w:rsidRPr="006B11E4">
        <w:t xml:space="preserve"> č. 55 - Výkony v souvislosti s realizací plánu investiční výstavby železniční dopravní infrastruktury, v platném znění;</w:t>
      </w:r>
    </w:p>
    <w:p w14:paraId="58D456C1" w14:textId="77777777" w:rsidR="005E07BA" w:rsidRPr="006B11E4" w:rsidRDefault="005E07BA" w:rsidP="005E07BA">
      <w:pPr>
        <w:pStyle w:val="Odrka1-2-"/>
      </w:pPr>
      <w:r w:rsidRPr="006B11E4">
        <w:t>geodetickou a koordinační činnost,</w:t>
      </w:r>
    </w:p>
    <w:p w14:paraId="5BC8572B" w14:textId="4D8732D5" w:rsidR="00FE2F6E" w:rsidRPr="006B11E4" w:rsidRDefault="005E07BA" w:rsidP="002C3CB4">
      <w:pPr>
        <w:pStyle w:val="Odrka1-2-"/>
      </w:pPr>
      <w:r w:rsidRPr="006B11E4">
        <w:t>zkoušky a revize.</w:t>
      </w:r>
    </w:p>
    <w:p w14:paraId="2FC4FE97" w14:textId="56B5EF84" w:rsidR="005E07BA" w:rsidRPr="006B11E4" w:rsidRDefault="005E07BA" w:rsidP="005E07BA">
      <w:pPr>
        <w:pStyle w:val="Text2-1"/>
      </w:pPr>
      <w:r w:rsidRPr="006B11E4">
        <w:t xml:space="preserve">Ostatní náklady jsou jako všeobecné položky zahrnuty v SO 98-98 Všeobecný objekt </w:t>
      </w:r>
    </w:p>
    <w:p w14:paraId="4B420A5B" w14:textId="5262C05C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</w:t>
      </w:r>
      <w:r w:rsidR="00D171E7">
        <w:t xml:space="preserve"> </w:t>
      </w:r>
      <w:r w:rsidR="000D1F53">
        <w:t>Smlouvy</w:t>
      </w:r>
      <w:r w:rsidR="00E42C39">
        <w:t xml:space="preserve"> - </w:t>
      </w:r>
      <w:r>
        <w:t xml:space="preserve">Rekapitulace ceny </w:t>
      </w:r>
      <w:r w:rsidRPr="00452D01">
        <w:t>dle Dopisu nabídky.</w:t>
      </w:r>
      <w:r>
        <w:t xml:space="preserve"> Celková cena díla pro Zhotovitele vznikne součtem celkové ceny PS a SO </w:t>
      </w:r>
      <w:r w:rsidRPr="00452D01">
        <w:t xml:space="preserve">a všeobecných položek zařazených do SO 98-98 Všeobecný </w:t>
      </w:r>
      <w:r w:rsidRPr="00531DF0">
        <w:t>objekt.</w:t>
      </w:r>
      <w:r>
        <w:t xml:space="preserve"> Měrné jednotky se uvádějí se zaokrouhlením na 3 desetinná místa, a jednotlivé oceněné položky podle Soupisu prací se uvádějí v Kč se zaokrouhlením na 2 desetinná místa.</w:t>
      </w:r>
    </w:p>
    <w:p w14:paraId="3F94209F" w14:textId="48A99EA5" w:rsidR="005E07BA" w:rsidRPr="00C0235B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E42C39">
        <w:t>Správce stavby</w:t>
      </w:r>
      <w:r w:rsidRPr="00C0235B">
        <w:t>.</w:t>
      </w:r>
    </w:p>
    <w:p w14:paraId="30B44C41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18E36BF6" w14:textId="4037E99E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r w:rsidR="00452D01">
        <w:t>x</w:t>
      </w:r>
      <w:proofErr w:type="spellEnd"/>
      <w:r>
        <w:t xml:space="preserve"> </w:t>
      </w:r>
    </w:p>
    <w:p w14:paraId="1EC03043" w14:textId="77777777" w:rsidR="005E07BA" w:rsidRDefault="005E07BA" w:rsidP="005E07BA">
      <w:pPr>
        <w:pStyle w:val="Nadpis2-1"/>
      </w:pPr>
      <w:bookmarkStart w:id="11" w:name="_Toc158884455"/>
      <w:bookmarkStart w:id="12" w:name="_Hlk158618724"/>
      <w:r>
        <w:lastRenderedPageBreak/>
        <w:t>MĚŘENÍ</w:t>
      </w:r>
      <w:bookmarkEnd w:id="11"/>
    </w:p>
    <w:p w14:paraId="4E083981" w14:textId="77777777" w:rsidR="005E07BA" w:rsidRPr="002B706E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 xml:space="preserve">potřeby je způsob měření podrobněji popsán </w:t>
      </w:r>
      <w:r w:rsidRPr="002B706E">
        <w:t>v Technických specifikacích položek a</w:t>
      </w:r>
      <w:r w:rsidR="000F034C" w:rsidRPr="002B706E">
        <w:t> </w:t>
      </w:r>
      <w:r w:rsidRPr="002B706E">
        <w:t>v</w:t>
      </w:r>
      <w:r w:rsidR="000F034C" w:rsidRPr="002B706E">
        <w:t> </w:t>
      </w:r>
      <w:r w:rsidRPr="002B706E">
        <w:t>příslušné cenové soustavě.</w:t>
      </w:r>
    </w:p>
    <w:bookmarkEnd w:id="12"/>
    <w:p w14:paraId="5E9732A8" w14:textId="0F97DBD9" w:rsidR="00BC3407" w:rsidRPr="00E42C39" w:rsidRDefault="001F753C" w:rsidP="005E07BA">
      <w:pPr>
        <w:pStyle w:val="Text2-1"/>
      </w:pPr>
      <w:r w:rsidRPr="00724FEF">
        <w:t xml:space="preserve">Dle </w:t>
      </w:r>
      <w:r w:rsidR="00BC3407" w:rsidRPr="00724FEF">
        <w:t>člá</w:t>
      </w:r>
      <w:r w:rsidRPr="00724FEF">
        <w:t>nku</w:t>
      </w:r>
      <w:r w:rsidR="00BC3407" w:rsidRPr="00724FEF">
        <w:t xml:space="preserve"> 12 </w:t>
      </w:r>
      <w:r w:rsidR="00232979">
        <w:t>Červené knihy FIDIC</w:t>
      </w:r>
      <w:r w:rsidRPr="00E42C39">
        <w:t xml:space="preserve"> musí být pro účel platby dílo měřeno a oceněno. Toto měření musí být v souladu s</w:t>
      </w:r>
      <w:r w:rsidR="00B55109" w:rsidRPr="00E42C39">
        <w:t xml:space="preserve"> Metodikou měření pro účely článku 12 Červené knihy FIDIC, 1.</w:t>
      </w:r>
      <w:r w:rsidR="00232979">
        <w:t> </w:t>
      </w:r>
      <w:r w:rsidR="00B55109" w:rsidRPr="00E42C39">
        <w:t>vydání,</w:t>
      </w:r>
      <w:r w:rsidR="00232979">
        <w:t> </w:t>
      </w:r>
      <w:r w:rsidR="00B55109" w:rsidRPr="00E42C39">
        <w:t>05/2019</w:t>
      </w:r>
      <w:r w:rsidR="00232979">
        <w:t> – </w:t>
      </w:r>
      <w:r w:rsidR="00B55109" w:rsidRPr="00E42C39">
        <w:t>schváleno</w:t>
      </w:r>
      <w:r w:rsidR="00232979">
        <w:t> </w:t>
      </w:r>
      <w:r w:rsidR="00B55109" w:rsidRPr="00E42C39">
        <w:t>MD</w:t>
      </w:r>
      <w:r w:rsidR="00232979">
        <w:t> </w:t>
      </w:r>
      <w:r w:rsidR="00B55109" w:rsidRPr="00E42C39">
        <w:t>dne</w:t>
      </w:r>
      <w:r w:rsidR="00232979">
        <w:t> </w:t>
      </w:r>
      <w:r w:rsidR="00B55109" w:rsidRPr="00E42C39">
        <w:t>7.</w:t>
      </w:r>
      <w:r w:rsidR="00232979">
        <w:t> </w:t>
      </w:r>
      <w:r w:rsidR="00B55109" w:rsidRPr="00E42C39">
        <w:t>5.</w:t>
      </w:r>
      <w:r w:rsidR="00232979">
        <w:t> </w:t>
      </w:r>
      <w:r w:rsidR="00B55109" w:rsidRPr="00E42C39">
        <w:t>2019,</w:t>
      </w:r>
      <w:r w:rsidR="002B706E">
        <w:rPr>
          <w:sz w:val="20"/>
          <w:szCs w:val="20"/>
        </w:rPr>
        <w:t xml:space="preserve"> </w:t>
      </w:r>
      <w:hyperlink r:id="rId11" w:history="1">
        <w:r w:rsidR="00B55109" w:rsidRPr="004A6E90">
          <w:rPr>
            <w:rStyle w:val="Hypertextovodkaz"/>
            <w:noProof w:val="0"/>
            <w:color w:val="auto"/>
          </w:rPr>
          <w:t>https://www.sfdi.cz/soubory/obrazky-clanky/metodiky/2019_5_metodika_mereni.pdf</w:t>
        </w:r>
      </w:hyperlink>
      <w:r w:rsidR="00A47E4D" w:rsidRPr="004A6E90">
        <w:t xml:space="preserve"> </w:t>
      </w:r>
      <w:r w:rsidR="00A47E4D" w:rsidRPr="00E42C39">
        <w:t>(dále také „Metodika měření“).</w:t>
      </w:r>
    </w:p>
    <w:p w14:paraId="4A1369C0" w14:textId="73845390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5CCCEA1" w14:textId="77777777" w:rsidR="005E07BA" w:rsidRDefault="005E07BA" w:rsidP="001D1F8C">
      <w:pPr>
        <w:pStyle w:val="Nadpis2-1"/>
      </w:pPr>
      <w:bookmarkStart w:id="13" w:name="_Toc158884456"/>
      <w:r>
        <w:t>SROVNATELNÉ V</w:t>
      </w:r>
      <w:r w:rsidR="00277875">
        <w:t>ÝROBKY, ALTERNATIVY MATERIÁLŮ A </w:t>
      </w:r>
      <w:r>
        <w:t>PROVEDENÍ</w:t>
      </w:r>
      <w:bookmarkEnd w:id="13"/>
    </w:p>
    <w:p w14:paraId="7D1FD532" w14:textId="375E36F1" w:rsidR="005E07BA" w:rsidRDefault="005E07BA" w:rsidP="001D1F8C">
      <w:pPr>
        <w:pStyle w:val="Text2-1"/>
      </w:pPr>
      <w:r>
        <w:t xml:space="preserve">Soupis prací s vloženými jednotkovými cenami a cenami v nabídce </w:t>
      </w:r>
      <w:r w:rsidR="0018494C" w:rsidRPr="0018494C">
        <w:t>účastníka zadávacího řízení</w:t>
      </w:r>
      <w:r>
        <w:t xml:space="preserve"> je považován za plně pokrývající všechny přípustné alternativy materiálů a provedení, kterými bude zhotovitel se souhlasem objednatele dílo realizovat.</w:t>
      </w:r>
    </w:p>
    <w:p w14:paraId="4942CFC8" w14:textId="71FBDF9D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531DF0">
        <w:t xml:space="preserve">přijat </w:t>
      </w:r>
      <w:r w:rsidRPr="00E42C39">
        <w:t>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</w:t>
      </w:r>
      <w:r w:rsidR="00F80302">
        <w:t xml:space="preserve"> TKP </w:t>
      </w:r>
      <w:r>
        <w:t xml:space="preserve">a </w:t>
      </w:r>
      <w:r w:rsidR="00F80302">
        <w:t>ZTP</w:t>
      </w:r>
      <w:r>
        <w:t xml:space="preserve">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3043C8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8F346" w14:textId="77777777" w:rsidR="0044487E" w:rsidRDefault="0044487E" w:rsidP="00962258">
      <w:pPr>
        <w:spacing w:after="0" w:line="240" w:lineRule="auto"/>
      </w:pPr>
      <w:r>
        <w:separator/>
      </w:r>
    </w:p>
  </w:endnote>
  <w:endnote w:type="continuationSeparator" w:id="0">
    <w:p w14:paraId="6FAC8990" w14:textId="77777777" w:rsidR="0044487E" w:rsidRDefault="004448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4345E8" w:rsidRPr="003462EB" w14:paraId="778DDEE6" w14:textId="77777777" w:rsidTr="004345E8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8BDFCD" w14:textId="1BD2114E" w:rsidR="004345E8" w:rsidRPr="00B8518B" w:rsidRDefault="004345E8" w:rsidP="004345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8354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354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D159E74" w14:textId="31D12F3B" w:rsidR="004345E8" w:rsidRPr="003462EB" w:rsidRDefault="0044487E" w:rsidP="004345E8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B8354A" w:rsidRPr="00B8354A">
            <w:rPr>
              <w:b/>
              <w:bCs/>
              <w:noProof/>
            </w:rPr>
            <w:t>Prostá rekonstrukce</w:t>
          </w:r>
          <w:r w:rsidR="00B8354A">
            <w:rPr>
              <w:noProof/>
            </w:rPr>
            <w:t xml:space="preserve"> zabezpečovacího zařízení v ŽST Nové Město na Moravě</w:t>
          </w:r>
          <w:r>
            <w:rPr>
              <w:noProof/>
            </w:rPr>
            <w:fldChar w:fldCharType="end"/>
          </w:r>
        </w:p>
        <w:p w14:paraId="316C9FF5" w14:textId="77777777" w:rsidR="004345E8" w:rsidRDefault="004345E8" w:rsidP="004345E8">
          <w:pPr>
            <w:pStyle w:val="Zpatvlevo"/>
          </w:pPr>
          <w:r w:rsidRPr="003462EB">
            <w:t>Technická specifikace</w:t>
          </w:r>
        </w:p>
        <w:p w14:paraId="2F414F59" w14:textId="77777777" w:rsidR="004345E8" w:rsidRPr="003462EB" w:rsidRDefault="004345E8" w:rsidP="004345E8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18AD0808" w14:textId="77777777" w:rsidR="004345E8" w:rsidRPr="00CF0EF4" w:rsidRDefault="004345E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4345E8" w:rsidRPr="009E09BE" w14:paraId="2597264F" w14:textId="77777777" w:rsidTr="004345E8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6B60FC6" w14:textId="48913EB4" w:rsidR="004345E8" w:rsidRDefault="0044487E" w:rsidP="004345E8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B8354A" w:rsidRPr="00B8354A">
            <w:rPr>
              <w:b/>
              <w:bCs/>
              <w:noProof/>
            </w:rPr>
            <w:t>Prostá rekonstrukce</w:t>
          </w:r>
          <w:r w:rsidR="00B8354A">
            <w:rPr>
              <w:noProof/>
            </w:rPr>
            <w:t xml:space="preserve"> zabezpečovacího zařízení v ŽST Nové Město na Moravě</w:t>
          </w:r>
          <w:r>
            <w:rPr>
              <w:noProof/>
            </w:rPr>
            <w:fldChar w:fldCharType="end"/>
          </w:r>
        </w:p>
        <w:p w14:paraId="6187EF7A" w14:textId="77777777" w:rsidR="004345E8" w:rsidRDefault="004345E8" w:rsidP="004345E8">
          <w:pPr>
            <w:pStyle w:val="Zpatvpravo"/>
          </w:pPr>
          <w:r w:rsidRPr="003462EB">
            <w:t>Technická specifikace</w:t>
          </w:r>
        </w:p>
        <w:p w14:paraId="36FAFF47" w14:textId="77777777" w:rsidR="004345E8" w:rsidRPr="003462EB" w:rsidRDefault="004345E8" w:rsidP="004345E8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5620061B" w14:textId="7E66F4A0" w:rsidR="004345E8" w:rsidRPr="009E09BE" w:rsidRDefault="004345E8" w:rsidP="004345E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8354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354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2A558C7" w14:textId="77777777" w:rsidR="004345E8" w:rsidRPr="00B8518B" w:rsidRDefault="004345E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B5899" w14:textId="77777777" w:rsidR="004345E8" w:rsidRPr="00B8518B" w:rsidRDefault="004345E8" w:rsidP="00CF0EF4">
    <w:pPr>
      <w:pStyle w:val="Zpat"/>
      <w:rPr>
        <w:sz w:val="2"/>
        <w:szCs w:val="2"/>
      </w:rPr>
    </w:pPr>
  </w:p>
  <w:p w14:paraId="3D42CC76" w14:textId="77777777" w:rsidR="004345E8" w:rsidRPr="00A616BE" w:rsidRDefault="004345E8" w:rsidP="00CF0EF4">
    <w:pPr>
      <w:pStyle w:val="Zpat"/>
      <w:rPr>
        <w:rFonts w:cs="Calibri"/>
        <w:sz w:val="12"/>
        <w:szCs w:val="12"/>
      </w:rPr>
    </w:pPr>
  </w:p>
  <w:p w14:paraId="46AA8D67" w14:textId="77777777" w:rsidR="004345E8" w:rsidRPr="00460660" w:rsidRDefault="004345E8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FF4FF" w14:textId="77777777" w:rsidR="0044487E" w:rsidRDefault="0044487E" w:rsidP="00962258">
      <w:pPr>
        <w:spacing w:after="0" w:line="240" w:lineRule="auto"/>
      </w:pPr>
      <w:r>
        <w:separator/>
      </w:r>
    </w:p>
  </w:footnote>
  <w:footnote w:type="continuationSeparator" w:id="0">
    <w:p w14:paraId="69E41459" w14:textId="77777777" w:rsidR="0044487E" w:rsidRDefault="004448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345E8" w14:paraId="7C7B792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4503CC" w14:textId="77777777" w:rsidR="004345E8" w:rsidRPr="00B8518B" w:rsidRDefault="004345E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AF7BD4" w14:textId="77777777" w:rsidR="004345E8" w:rsidRDefault="004345E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2E623C" w14:textId="77777777" w:rsidR="004345E8" w:rsidRPr="00D6163D" w:rsidRDefault="004345E8" w:rsidP="00D6163D">
          <w:pPr>
            <w:pStyle w:val="Druhdokumentu"/>
          </w:pPr>
        </w:p>
      </w:tc>
    </w:tr>
  </w:tbl>
  <w:p w14:paraId="27E2BEF5" w14:textId="77777777" w:rsidR="004345E8" w:rsidRPr="00D6163D" w:rsidRDefault="004345E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345E8" w14:paraId="4BF7B9E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8865055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C49E19" w14:textId="77777777" w:rsidR="004345E8" w:rsidRDefault="004345E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3A96C13" wp14:editId="55A3F5B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F22164" w14:textId="77777777" w:rsidR="004345E8" w:rsidRPr="00D6163D" w:rsidRDefault="004345E8" w:rsidP="00FC6389">
          <w:pPr>
            <w:pStyle w:val="Druhdokumentu"/>
          </w:pPr>
        </w:p>
      </w:tc>
    </w:tr>
    <w:tr w:rsidR="004345E8" w14:paraId="24C27E7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A435DF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B3B37C" w14:textId="77777777" w:rsidR="004345E8" w:rsidRDefault="004345E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7F95F1C" w14:textId="77777777" w:rsidR="004345E8" w:rsidRPr="00D6163D" w:rsidRDefault="004345E8" w:rsidP="00FC6389">
          <w:pPr>
            <w:pStyle w:val="Druhdokumentu"/>
          </w:pPr>
        </w:p>
      </w:tc>
    </w:tr>
  </w:tbl>
  <w:p w14:paraId="5479F457" w14:textId="77777777" w:rsidR="004345E8" w:rsidRPr="00D6163D" w:rsidRDefault="004345E8" w:rsidP="00FC6389">
    <w:pPr>
      <w:pStyle w:val="Zhlav"/>
      <w:rPr>
        <w:sz w:val="8"/>
        <w:szCs w:val="8"/>
      </w:rPr>
    </w:pPr>
  </w:p>
  <w:p w14:paraId="659FA364" w14:textId="77777777" w:rsidR="004345E8" w:rsidRPr="00460660" w:rsidRDefault="004345E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 w:numId="47">
    <w:abstractNumId w:val="2"/>
  </w:num>
  <w:num w:numId="48">
    <w:abstractNumId w:val="9"/>
  </w:num>
  <w:num w:numId="49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B54"/>
    <w:rsid w:val="000008ED"/>
    <w:rsid w:val="0000694B"/>
    <w:rsid w:val="00017F3C"/>
    <w:rsid w:val="00020598"/>
    <w:rsid w:val="00025680"/>
    <w:rsid w:val="000373DC"/>
    <w:rsid w:val="00041EC8"/>
    <w:rsid w:val="000537B2"/>
    <w:rsid w:val="00055EEC"/>
    <w:rsid w:val="000622B2"/>
    <w:rsid w:val="0006465A"/>
    <w:rsid w:val="0006588D"/>
    <w:rsid w:val="00067A5E"/>
    <w:rsid w:val="00071521"/>
    <w:rsid w:val="000719BB"/>
    <w:rsid w:val="00072A65"/>
    <w:rsid w:val="00072C1E"/>
    <w:rsid w:val="000855ED"/>
    <w:rsid w:val="00085AB4"/>
    <w:rsid w:val="0008645B"/>
    <w:rsid w:val="000920FB"/>
    <w:rsid w:val="000B48A8"/>
    <w:rsid w:val="000B4EB8"/>
    <w:rsid w:val="000C41F2"/>
    <w:rsid w:val="000C5D34"/>
    <w:rsid w:val="000D1F53"/>
    <w:rsid w:val="000D22C4"/>
    <w:rsid w:val="000D27D1"/>
    <w:rsid w:val="000D7EC8"/>
    <w:rsid w:val="000E1A7F"/>
    <w:rsid w:val="000F034C"/>
    <w:rsid w:val="000F7B8B"/>
    <w:rsid w:val="001062DA"/>
    <w:rsid w:val="00110177"/>
    <w:rsid w:val="00112864"/>
    <w:rsid w:val="00114472"/>
    <w:rsid w:val="00114988"/>
    <w:rsid w:val="00115069"/>
    <w:rsid w:val="001150F2"/>
    <w:rsid w:val="00122865"/>
    <w:rsid w:val="001251A1"/>
    <w:rsid w:val="0014647F"/>
    <w:rsid w:val="00146BCB"/>
    <w:rsid w:val="0015027B"/>
    <w:rsid w:val="0015369F"/>
    <w:rsid w:val="001656A2"/>
    <w:rsid w:val="00170EC5"/>
    <w:rsid w:val="001747C1"/>
    <w:rsid w:val="00177D6B"/>
    <w:rsid w:val="0018494C"/>
    <w:rsid w:val="00191F90"/>
    <w:rsid w:val="00196C40"/>
    <w:rsid w:val="001A2FF6"/>
    <w:rsid w:val="001B4E74"/>
    <w:rsid w:val="001B7668"/>
    <w:rsid w:val="001C5445"/>
    <w:rsid w:val="001C645F"/>
    <w:rsid w:val="001D17AC"/>
    <w:rsid w:val="001D1F8C"/>
    <w:rsid w:val="001D2123"/>
    <w:rsid w:val="001D3CD1"/>
    <w:rsid w:val="001D5252"/>
    <w:rsid w:val="001E338A"/>
    <w:rsid w:val="001E678E"/>
    <w:rsid w:val="001F2933"/>
    <w:rsid w:val="001F707A"/>
    <w:rsid w:val="001F753C"/>
    <w:rsid w:val="001F76D6"/>
    <w:rsid w:val="002071BB"/>
    <w:rsid w:val="00207DF5"/>
    <w:rsid w:val="00222434"/>
    <w:rsid w:val="00232979"/>
    <w:rsid w:val="00240B81"/>
    <w:rsid w:val="00240E69"/>
    <w:rsid w:val="00243D71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B706E"/>
    <w:rsid w:val="002C0D53"/>
    <w:rsid w:val="002C31BF"/>
    <w:rsid w:val="002C3CB4"/>
    <w:rsid w:val="002C6FCF"/>
    <w:rsid w:val="002D26A6"/>
    <w:rsid w:val="002D7FD6"/>
    <w:rsid w:val="002E0CD7"/>
    <w:rsid w:val="002E0CFB"/>
    <w:rsid w:val="002E5C7B"/>
    <w:rsid w:val="002F4333"/>
    <w:rsid w:val="003043C8"/>
    <w:rsid w:val="00315041"/>
    <w:rsid w:val="00316E39"/>
    <w:rsid w:val="003229ED"/>
    <w:rsid w:val="00327EEF"/>
    <w:rsid w:val="00330296"/>
    <w:rsid w:val="0033239F"/>
    <w:rsid w:val="0033434B"/>
    <w:rsid w:val="00334918"/>
    <w:rsid w:val="003368B2"/>
    <w:rsid w:val="0034274B"/>
    <w:rsid w:val="0034719F"/>
    <w:rsid w:val="00350A35"/>
    <w:rsid w:val="00351FA8"/>
    <w:rsid w:val="003571D8"/>
    <w:rsid w:val="00357BC6"/>
    <w:rsid w:val="003610AD"/>
    <w:rsid w:val="00361422"/>
    <w:rsid w:val="0036308E"/>
    <w:rsid w:val="003744C2"/>
    <w:rsid w:val="00375127"/>
    <w:rsid w:val="0037545D"/>
    <w:rsid w:val="00384CE1"/>
    <w:rsid w:val="00386FF1"/>
    <w:rsid w:val="00392EB6"/>
    <w:rsid w:val="003956C6"/>
    <w:rsid w:val="00396B76"/>
    <w:rsid w:val="003A00AA"/>
    <w:rsid w:val="003A043E"/>
    <w:rsid w:val="003C33F2"/>
    <w:rsid w:val="003D756E"/>
    <w:rsid w:val="003E420D"/>
    <w:rsid w:val="003E4C13"/>
    <w:rsid w:val="004078F3"/>
    <w:rsid w:val="00425A72"/>
    <w:rsid w:val="00427794"/>
    <w:rsid w:val="004345E8"/>
    <w:rsid w:val="0044487E"/>
    <w:rsid w:val="004507DA"/>
    <w:rsid w:val="00450F07"/>
    <w:rsid w:val="00452D01"/>
    <w:rsid w:val="00453CD3"/>
    <w:rsid w:val="00460660"/>
    <w:rsid w:val="00464BA9"/>
    <w:rsid w:val="004702DB"/>
    <w:rsid w:val="00482C61"/>
    <w:rsid w:val="00483969"/>
    <w:rsid w:val="00484506"/>
    <w:rsid w:val="00486107"/>
    <w:rsid w:val="00491827"/>
    <w:rsid w:val="00497614"/>
    <w:rsid w:val="004A5BB8"/>
    <w:rsid w:val="004A6E90"/>
    <w:rsid w:val="004B0DFE"/>
    <w:rsid w:val="004B3846"/>
    <w:rsid w:val="004C242C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24276"/>
    <w:rsid w:val="005242AE"/>
    <w:rsid w:val="00531DF0"/>
    <w:rsid w:val="00532CFB"/>
    <w:rsid w:val="005406EB"/>
    <w:rsid w:val="00543E89"/>
    <w:rsid w:val="005448F1"/>
    <w:rsid w:val="00553375"/>
    <w:rsid w:val="00555884"/>
    <w:rsid w:val="005736B7"/>
    <w:rsid w:val="00575E5A"/>
    <w:rsid w:val="00580245"/>
    <w:rsid w:val="00581FFC"/>
    <w:rsid w:val="00586049"/>
    <w:rsid w:val="005873F6"/>
    <w:rsid w:val="005A1F44"/>
    <w:rsid w:val="005B3099"/>
    <w:rsid w:val="005B76D4"/>
    <w:rsid w:val="005C7F6E"/>
    <w:rsid w:val="005D3C39"/>
    <w:rsid w:val="005E07BA"/>
    <w:rsid w:val="005E7E78"/>
    <w:rsid w:val="00601A8C"/>
    <w:rsid w:val="0061068E"/>
    <w:rsid w:val="006115D3"/>
    <w:rsid w:val="0061343D"/>
    <w:rsid w:val="00615040"/>
    <w:rsid w:val="00617C5D"/>
    <w:rsid w:val="00640764"/>
    <w:rsid w:val="00651450"/>
    <w:rsid w:val="00655976"/>
    <w:rsid w:val="0065610E"/>
    <w:rsid w:val="00660AD3"/>
    <w:rsid w:val="00675970"/>
    <w:rsid w:val="006776B6"/>
    <w:rsid w:val="00693150"/>
    <w:rsid w:val="006A5570"/>
    <w:rsid w:val="006A689C"/>
    <w:rsid w:val="006B11E4"/>
    <w:rsid w:val="006B3D79"/>
    <w:rsid w:val="006B6FE4"/>
    <w:rsid w:val="006C1692"/>
    <w:rsid w:val="006C2343"/>
    <w:rsid w:val="006C31D3"/>
    <w:rsid w:val="006C442A"/>
    <w:rsid w:val="006D17F7"/>
    <w:rsid w:val="006E0578"/>
    <w:rsid w:val="006E314D"/>
    <w:rsid w:val="006E4CB2"/>
    <w:rsid w:val="006E4DDA"/>
    <w:rsid w:val="006F04B6"/>
    <w:rsid w:val="006F16A9"/>
    <w:rsid w:val="00703CFC"/>
    <w:rsid w:val="00703D0A"/>
    <w:rsid w:val="00710723"/>
    <w:rsid w:val="00712307"/>
    <w:rsid w:val="00721EBF"/>
    <w:rsid w:val="007238BE"/>
    <w:rsid w:val="00723ED1"/>
    <w:rsid w:val="00724FEF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4F76"/>
    <w:rsid w:val="00766846"/>
    <w:rsid w:val="0076790E"/>
    <w:rsid w:val="007709A3"/>
    <w:rsid w:val="00770E75"/>
    <w:rsid w:val="00773023"/>
    <w:rsid w:val="007760D5"/>
    <w:rsid w:val="0077673A"/>
    <w:rsid w:val="007846E1"/>
    <w:rsid w:val="007847D6"/>
    <w:rsid w:val="00787F18"/>
    <w:rsid w:val="007A1DE2"/>
    <w:rsid w:val="007A5172"/>
    <w:rsid w:val="007A67A0"/>
    <w:rsid w:val="007B570C"/>
    <w:rsid w:val="007D230B"/>
    <w:rsid w:val="007E4A6E"/>
    <w:rsid w:val="007F56A7"/>
    <w:rsid w:val="00800851"/>
    <w:rsid w:val="00802646"/>
    <w:rsid w:val="008074E9"/>
    <w:rsid w:val="00807DD0"/>
    <w:rsid w:val="00810E5C"/>
    <w:rsid w:val="00816930"/>
    <w:rsid w:val="00821D01"/>
    <w:rsid w:val="00822CC5"/>
    <w:rsid w:val="00823D06"/>
    <w:rsid w:val="00825984"/>
    <w:rsid w:val="00826B7B"/>
    <w:rsid w:val="00834146"/>
    <w:rsid w:val="0083764C"/>
    <w:rsid w:val="00846789"/>
    <w:rsid w:val="00873DBF"/>
    <w:rsid w:val="00884EEC"/>
    <w:rsid w:val="00887F36"/>
    <w:rsid w:val="0089627B"/>
    <w:rsid w:val="008A3568"/>
    <w:rsid w:val="008B74F7"/>
    <w:rsid w:val="008C43AF"/>
    <w:rsid w:val="008C50F3"/>
    <w:rsid w:val="008C7EFE"/>
    <w:rsid w:val="008D03B9"/>
    <w:rsid w:val="008D2083"/>
    <w:rsid w:val="008D30C7"/>
    <w:rsid w:val="008E24A8"/>
    <w:rsid w:val="008F18D6"/>
    <w:rsid w:val="008F226C"/>
    <w:rsid w:val="008F2C9B"/>
    <w:rsid w:val="008F797B"/>
    <w:rsid w:val="00904780"/>
    <w:rsid w:val="0090635B"/>
    <w:rsid w:val="00906F80"/>
    <w:rsid w:val="00915C5C"/>
    <w:rsid w:val="00922385"/>
    <w:rsid w:val="0092239D"/>
    <w:rsid w:val="009223DF"/>
    <w:rsid w:val="00936091"/>
    <w:rsid w:val="0094003B"/>
    <w:rsid w:val="00940D8A"/>
    <w:rsid w:val="00957DF0"/>
    <w:rsid w:val="00962258"/>
    <w:rsid w:val="009678B7"/>
    <w:rsid w:val="0097420E"/>
    <w:rsid w:val="00992D9C"/>
    <w:rsid w:val="00993162"/>
    <w:rsid w:val="009933B5"/>
    <w:rsid w:val="00996CB8"/>
    <w:rsid w:val="00996D77"/>
    <w:rsid w:val="009B11BF"/>
    <w:rsid w:val="009B2E97"/>
    <w:rsid w:val="009B5146"/>
    <w:rsid w:val="009C418E"/>
    <w:rsid w:val="009C442C"/>
    <w:rsid w:val="009D04FD"/>
    <w:rsid w:val="009D2FC5"/>
    <w:rsid w:val="009E07F4"/>
    <w:rsid w:val="009E2461"/>
    <w:rsid w:val="009E56ED"/>
    <w:rsid w:val="009F0603"/>
    <w:rsid w:val="009F2867"/>
    <w:rsid w:val="009F309B"/>
    <w:rsid w:val="009F392E"/>
    <w:rsid w:val="009F48B9"/>
    <w:rsid w:val="009F53C5"/>
    <w:rsid w:val="00A01A97"/>
    <w:rsid w:val="00A0740E"/>
    <w:rsid w:val="00A271E9"/>
    <w:rsid w:val="00A3058F"/>
    <w:rsid w:val="00A308AF"/>
    <w:rsid w:val="00A35F6C"/>
    <w:rsid w:val="00A4050F"/>
    <w:rsid w:val="00A41C27"/>
    <w:rsid w:val="00A47E4D"/>
    <w:rsid w:val="00A50641"/>
    <w:rsid w:val="00A530BF"/>
    <w:rsid w:val="00A60BCF"/>
    <w:rsid w:val="00A616BE"/>
    <w:rsid w:val="00A6177B"/>
    <w:rsid w:val="00A6575E"/>
    <w:rsid w:val="00A66136"/>
    <w:rsid w:val="00A71189"/>
    <w:rsid w:val="00A7364A"/>
    <w:rsid w:val="00A74DCC"/>
    <w:rsid w:val="00A753ED"/>
    <w:rsid w:val="00A77512"/>
    <w:rsid w:val="00A841B9"/>
    <w:rsid w:val="00A8763F"/>
    <w:rsid w:val="00A91EB6"/>
    <w:rsid w:val="00A94C2F"/>
    <w:rsid w:val="00AA342C"/>
    <w:rsid w:val="00AA4CBB"/>
    <w:rsid w:val="00AA65FA"/>
    <w:rsid w:val="00AA7351"/>
    <w:rsid w:val="00AB33B3"/>
    <w:rsid w:val="00AB6C0C"/>
    <w:rsid w:val="00AB7341"/>
    <w:rsid w:val="00AC0D7C"/>
    <w:rsid w:val="00AC42A7"/>
    <w:rsid w:val="00AD056F"/>
    <w:rsid w:val="00AD0C7B"/>
    <w:rsid w:val="00AD5F1A"/>
    <w:rsid w:val="00AD6731"/>
    <w:rsid w:val="00AE6339"/>
    <w:rsid w:val="00AF09ED"/>
    <w:rsid w:val="00AF2338"/>
    <w:rsid w:val="00B008D5"/>
    <w:rsid w:val="00B02F73"/>
    <w:rsid w:val="00B03634"/>
    <w:rsid w:val="00B0619F"/>
    <w:rsid w:val="00B101FD"/>
    <w:rsid w:val="00B13A26"/>
    <w:rsid w:val="00B15D0D"/>
    <w:rsid w:val="00B22106"/>
    <w:rsid w:val="00B23A7D"/>
    <w:rsid w:val="00B31908"/>
    <w:rsid w:val="00B5431A"/>
    <w:rsid w:val="00B55109"/>
    <w:rsid w:val="00B7049C"/>
    <w:rsid w:val="00B7389A"/>
    <w:rsid w:val="00B75EE1"/>
    <w:rsid w:val="00B77481"/>
    <w:rsid w:val="00B8354A"/>
    <w:rsid w:val="00B8518B"/>
    <w:rsid w:val="00B97CC3"/>
    <w:rsid w:val="00BA1930"/>
    <w:rsid w:val="00BA3F0A"/>
    <w:rsid w:val="00BA5657"/>
    <w:rsid w:val="00BB32B7"/>
    <w:rsid w:val="00BC06B4"/>
    <w:rsid w:val="00BC06C4"/>
    <w:rsid w:val="00BC3407"/>
    <w:rsid w:val="00BC38B5"/>
    <w:rsid w:val="00BD24E6"/>
    <w:rsid w:val="00BD7E91"/>
    <w:rsid w:val="00BD7F0D"/>
    <w:rsid w:val="00BE6548"/>
    <w:rsid w:val="00BF27B6"/>
    <w:rsid w:val="00C0235B"/>
    <w:rsid w:val="00C02D0A"/>
    <w:rsid w:val="00C035CA"/>
    <w:rsid w:val="00C03A6E"/>
    <w:rsid w:val="00C07702"/>
    <w:rsid w:val="00C226C0"/>
    <w:rsid w:val="00C230FB"/>
    <w:rsid w:val="00C24A6A"/>
    <w:rsid w:val="00C27566"/>
    <w:rsid w:val="00C4072C"/>
    <w:rsid w:val="00C42FE6"/>
    <w:rsid w:val="00C44F6A"/>
    <w:rsid w:val="00C6198E"/>
    <w:rsid w:val="00C65DE0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269D"/>
    <w:rsid w:val="00CC7C8F"/>
    <w:rsid w:val="00CD1FC4"/>
    <w:rsid w:val="00CD2AF0"/>
    <w:rsid w:val="00CD58EC"/>
    <w:rsid w:val="00CE4689"/>
    <w:rsid w:val="00CF0EF4"/>
    <w:rsid w:val="00CF2D65"/>
    <w:rsid w:val="00D01996"/>
    <w:rsid w:val="00D034A0"/>
    <w:rsid w:val="00D12D42"/>
    <w:rsid w:val="00D171E7"/>
    <w:rsid w:val="00D20741"/>
    <w:rsid w:val="00D21061"/>
    <w:rsid w:val="00D322B7"/>
    <w:rsid w:val="00D349D0"/>
    <w:rsid w:val="00D4108E"/>
    <w:rsid w:val="00D43AAA"/>
    <w:rsid w:val="00D6163D"/>
    <w:rsid w:val="00D72050"/>
    <w:rsid w:val="00D831A3"/>
    <w:rsid w:val="00D831D3"/>
    <w:rsid w:val="00D84589"/>
    <w:rsid w:val="00D92C88"/>
    <w:rsid w:val="00D97BE3"/>
    <w:rsid w:val="00DA3711"/>
    <w:rsid w:val="00DA6CB4"/>
    <w:rsid w:val="00DB27D0"/>
    <w:rsid w:val="00DC2568"/>
    <w:rsid w:val="00DD3CD2"/>
    <w:rsid w:val="00DD46F3"/>
    <w:rsid w:val="00DE51A5"/>
    <w:rsid w:val="00DE56F2"/>
    <w:rsid w:val="00DE5AFC"/>
    <w:rsid w:val="00DF116D"/>
    <w:rsid w:val="00DF14F5"/>
    <w:rsid w:val="00DF4DDD"/>
    <w:rsid w:val="00E16FF7"/>
    <w:rsid w:val="00E1732F"/>
    <w:rsid w:val="00E2263C"/>
    <w:rsid w:val="00E26D68"/>
    <w:rsid w:val="00E32EE0"/>
    <w:rsid w:val="00E42C39"/>
    <w:rsid w:val="00E44045"/>
    <w:rsid w:val="00E44B69"/>
    <w:rsid w:val="00E565D5"/>
    <w:rsid w:val="00E618C4"/>
    <w:rsid w:val="00E7218A"/>
    <w:rsid w:val="00E84C3A"/>
    <w:rsid w:val="00E878EE"/>
    <w:rsid w:val="00E923CB"/>
    <w:rsid w:val="00E97F57"/>
    <w:rsid w:val="00EA0E26"/>
    <w:rsid w:val="00EA3334"/>
    <w:rsid w:val="00EA6EC7"/>
    <w:rsid w:val="00EB104F"/>
    <w:rsid w:val="00EB46E5"/>
    <w:rsid w:val="00ED0703"/>
    <w:rsid w:val="00ED14BD"/>
    <w:rsid w:val="00ED1D5D"/>
    <w:rsid w:val="00EF7BEC"/>
    <w:rsid w:val="00F016C7"/>
    <w:rsid w:val="00F040C8"/>
    <w:rsid w:val="00F10B54"/>
    <w:rsid w:val="00F12DEC"/>
    <w:rsid w:val="00F1715C"/>
    <w:rsid w:val="00F21F7F"/>
    <w:rsid w:val="00F24034"/>
    <w:rsid w:val="00F27B7C"/>
    <w:rsid w:val="00F27EF8"/>
    <w:rsid w:val="00F310F8"/>
    <w:rsid w:val="00F35939"/>
    <w:rsid w:val="00F45607"/>
    <w:rsid w:val="00F4722B"/>
    <w:rsid w:val="00F54432"/>
    <w:rsid w:val="00F566A1"/>
    <w:rsid w:val="00F659EB"/>
    <w:rsid w:val="00F666BD"/>
    <w:rsid w:val="00F80302"/>
    <w:rsid w:val="00F86BA6"/>
    <w:rsid w:val="00F8788B"/>
    <w:rsid w:val="00F91A15"/>
    <w:rsid w:val="00F91E25"/>
    <w:rsid w:val="00FA29DC"/>
    <w:rsid w:val="00FB3D98"/>
    <w:rsid w:val="00FB5DE8"/>
    <w:rsid w:val="00FB6342"/>
    <w:rsid w:val="00FC5E5E"/>
    <w:rsid w:val="00FC6389"/>
    <w:rsid w:val="00FC7C74"/>
    <w:rsid w:val="00FE2F6E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445EF"/>
  <w14:defaultImageDpi w14:val="32767"/>
  <w15:docId w15:val="{24120984-F5B4-461E-AF7B-1B4785696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B706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243D71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884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di.cz/soubory/obrazky-clanky/metodiky/2019_5_metodika_mereni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wnloads\D&#237;l%204%20KSP_R(R-F)_VZOR_220627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8654EFA-5F6C-4FAC-B58D-6032C136A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795554-41D5-4EC0-B0EA-AAD74A4D6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4 KSP_R(R-F)_VZOR_220627.dotx</Template>
  <TotalTime>60</TotalTime>
  <Pages>7</Pages>
  <Words>1899</Words>
  <Characters>11206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Hařovská Emília, Ing.</dc:creator>
  <cp:lastModifiedBy>Gregorová Elena, Ing.</cp:lastModifiedBy>
  <cp:revision>11</cp:revision>
  <cp:lastPrinted>2024-02-15T09:15:00Z</cp:lastPrinted>
  <dcterms:created xsi:type="dcterms:W3CDTF">2024-02-15T08:49:00Z</dcterms:created>
  <dcterms:modified xsi:type="dcterms:W3CDTF">2024-05-29T10:55:00Z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